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C6FD1" w14:textId="77777777" w:rsidR="00C46ED0" w:rsidRDefault="00C46ED0" w:rsidP="004F3663">
      <w:pPr>
        <w:pStyle w:val="Heading4"/>
        <w:jc w:val="right"/>
      </w:pPr>
      <w:r w:rsidRPr="00224007">
        <w:rPr>
          <w:noProof/>
          <w:lang w:val="en-ZA" w:eastAsia="en-ZA"/>
        </w:rPr>
        <w:drawing>
          <wp:anchor distT="0" distB="0" distL="114300" distR="114300" simplePos="0" relativeHeight="251661312" behindDoc="0" locked="0" layoutInCell="1" allowOverlap="1" wp14:anchorId="5BC3D16B" wp14:editId="0245DD6D">
            <wp:simplePos x="0" y="0"/>
            <wp:positionH relativeFrom="column">
              <wp:posOffset>2491105</wp:posOffset>
            </wp:positionH>
            <wp:positionV relativeFrom="paragraph">
              <wp:posOffset>-9525</wp:posOffset>
            </wp:positionV>
            <wp:extent cx="1385512" cy="1276350"/>
            <wp:effectExtent l="0" t="0" r="5715" b="0"/>
            <wp:wrapNone/>
            <wp:docPr id="61" name="Picture 61" descr="Picture%2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%200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12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7A9A31" w14:textId="77777777" w:rsidR="00C46ED0" w:rsidRDefault="00C46ED0" w:rsidP="00C46ED0">
      <w:pPr>
        <w:pStyle w:val="Heading4"/>
      </w:pPr>
    </w:p>
    <w:p w14:paraId="0E7A079F" w14:textId="77777777" w:rsidR="00C46ED0" w:rsidRDefault="00C46ED0" w:rsidP="00C46ED0">
      <w:pPr>
        <w:pStyle w:val="Heading4"/>
      </w:pPr>
    </w:p>
    <w:p w14:paraId="7A830C9D" w14:textId="77777777" w:rsidR="00C46ED0" w:rsidRDefault="00C46ED0" w:rsidP="00C46ED0">
      <w:pPr>
        <w:pStyle w:val="NoSpacing"/>
        <w:jc w:val="center"/>
        <w:rPr>
          <w:b/>
          <w:bCs/>
          <w:sz w:val="30"/>
          <w:szCs w:val="30"/>
          <w:lang w:val="en-ZA"/>
        </w:rPr>
      </w:pPr>
    </w:p>
    <w:p w14:paraId="1087E989" w14:textId="77777777" w:rsidR="00C46ED0" w:rsidRPr="00B50D3A" w:rsidRDefault="00C46ED0" w:rsidP="00C46ED0">
      <w:pPr>
        <w:pStyle w:val="NoSpacing"/>
        <w:jc w:val="center"/>
        <w:rPr>
          <w:rFonts w:ascii="Arial" w:hAnsi="Arial"/>
          <w:b/>
          <w:bCs/>
          <w:sz w:val="24"/>
          <w:szCs w:val="24"/>
          <w:lang w:val="en-ZA"/>
        </w:rPr>
      </w:pPr>
      <w:r w:rsidRPr="00B50D3A">
        <w:rPr>
          <w:rFonts w:ascii="Arial" w:hAnsi="Arial"/>
          <w:b/>
          <w:bCs/>
          <w:sz w:val="24"/>
          <w:szCs w:val="24"/>
          <w:lang w:val="en-ZA"/>
        </w:rPr>
        <w:t>BEAUFORT-WES(T)</w:t>
      </w:r>
    </w:p>
    <w:p w14:paraId="4916E20B" w14:textId="77777777" w:rsidR="00C46ED0" w:rsidRPr="00B50D3A" w:rsidRDefault="00C46ED0" w:rsidP="00C46ED0">
      <w:pPr>
        <w:pStyle w:val="NoSpacing"/>
        <w:jc w:val="center"/>
        <w:rPr>
          <w:rFonts w:ascii="Arial" w:hAnsi="Arial"/>
          <w:b/>
          <w:bCs/>
          <w:sz w:val="24"/>
          <w:szCs w:val="24"/>
          <w:lang w:val="en-ZA"/>
        </w:rPr>
      </w:pPr>
      <w:r w:rsidRPr="00B50D3A">
        <w:rPr>
          <w:rFonts w:ascii="Arial" w:hAnsi="Arial"/>
          <w:b/>
          <w:bCs/>
          <w:sz w:val="24"/>
          <w:szCs w:val="24"/>
          <w:lang w:val="en-ZA"/>
        </w:rPr>
        <w:t>MUNISIPALITEIT // MUNICIPALITY</w:t>
      </w:r>
    </w:p>
    <w:p w14:paraId="0DEA9F75" w14:textId="77777777" w:rsidR="00611417" w:rsidRDefault="00611417" w:rsidP="00611417">
      <w:pPr>
        <w:jc w:val="center"/>
        <w:rPr>
          <w:rFonts w:ascii="Century Gothic" w:hAnsi="Century Gothic"/>
          <w:color w:val="808080" w:themeColor="background1" w:themeShade="80"/>
        </w:rPr>
      </w:pPr>
    </w:p>
    <w:tbl>
      <w:tblPr>
        <w:tblStyle w:val="TableGrid"/>
        <w:tblW w:w="10913" w:type="dxa"/>
        <w:tblInd w:w="-54" w:type="dxa"/>
        <w:tblLayout w:type="fixed"/>
        <w:tblLook w:val="04A0" w:firstRow="1" w:lastRow="0" w:firstColumn="1" w:lastColumn="0" w:noHBand="0" w:noVBand="1"/>
      </w:tblPr>
      <w:tblGrid>
        <w:gridCol w:w="644"/>
        <w:gridCol w:w="601"/>
        <w:gridCol w:w="483"/>
        <w:gridCol w:w="117"/>
        <w:gridCol w:w="87"/>
        <w:gridCol w:w="73"/>
        <w:gridCol w:w="377"/>
        <w:gridCol w:w="223"/>
        <w:gridCol w:w="201"/>
        <w:gridCol w:w="560"/>
        <w:gridCol w:w="161"/>
        <w:gridCol w:w="139"/>
        <w:gridCol w:w="445"/>
        <w:gridCol w:w="307"/>
        <w:gridCol w:w="138"/>
        <w:gridCol w:w="73"/>
        <w:gridCol w:w="432"/>
        <w:gridCol w:w="152"/>
        <w:gridCol w:w="130"/>
        <w:gridCol w:w="112"/>
        <w:gridCol w:w="181"/>
        <w:gridCol w:w="155"/>
        <w:gridCol w:w="133"/>
        <w:gridCol w:w="316"/>
        <w:gridCol w:w="423"/>
        <w:gridCol w:w="179"/>
        <w:gridCol w:w="221"/>
        <w:gridCol w:w="201"/>
        <w:gridCol w:w="180"/>
        <w:gridCol w:w="636"/>
        <w:gridCol w:w="813"/>
        <w:gridCol w:w="1029"/>
        <w:gridCol w:w="422"/>
        <w:gridCol w:w="569"/>
      </w:tblGrid>
      <w:tr w:rsidR="000B5BBB" w:rsidRPr="00A8082D" w14:paraId="23EF221B" w14:textId="77777777" w:rsidTr="00333E9F">
        <w:tc>
          <w:tcPr>
            <w:tcW w:w="10913" w:type="dxa"/>
            <w:gridSpan w:val="34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CF40EB6" w14:textId="77777777" w:rsidR="00BF0B87" w:rsidRDefault="00BF0B87" w:rsidP="00BF0B87">
            <w:pPr>
              <w:spacing w:line="271" w:lineRule="auto"/>
              <w:contextualSpacing/>
              <w:jc w:val="center"/>
              <w:rPr>
                <w:b/>
              </w:rPr>
            </w:pPr>
          </w:p>
          <w:p w14:paraId="39E559B3" w14:textId="77777777" w:rsidR="00BF0B87" w:rsidRPr="00BF0B87" w:rsidRDefault="00BF0B87" w:rsidP="00BF0B87">
            <w:pPr>
              <w:spacing w:line="271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BF0B87">
              <w:rPr>
                <w:rFonts w:ascii="Century Gothic" w:hAnsi="Century Gothic"/>
                <w:b/>
              </w:rPr>
              <w:t xml:space="preserve">LAND </w:t>
            </w:r>
            <w:r w:rsidR="008B4E2D">
              <w:rPr>
                <w:rFonts w:ascii="Century Gothic" w:hAnsi="Century Gothic"/>
                <w:b/>
              </w:rPr>
              <w:t>USE PLANNING</w:t>
            </w:r>
            <w:r w:rsidRPr="00BF0B87">
              <w:rPr>
                <w:rFonts w:ascii="Century Gothic" w:hAnsi="Century Gothic"/>
                <w:b/>
              </w:rPr>
              <w:t xml:space="preserve"> APPLICATION FORM </w:t>
            </w:r>
          </w:p>
          <w:p w14:paraId="2EAEEBFD" w14:textId="77777777" w:rsidR="001A5E35" w:rsidRPr="00C46ED0" w:rsidRDefault="00BF0B87" w:rsidP="00BF0B87">
            <w:pPr>
              <w:spacing w:line="271" w:lineRule="auto"/>
              <w:contextualSpacing/>
              <w:jc w:val="center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C46ED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(Section 15 of the </w:t>
            </w:r>
            <w:r w:rsidRPr="00C46ED0">
              <w:rPr>
                <w:rFonts w:ascii="Century Gothic" w:hAnsi="Century Gothic" w:cs="Arial"/>
                <w:b/>
                <w:sz w:val="20"/>
                <w:szCs w:val="20"/>
              </w:rPr>
              <w:t xml:space="preserve">By-law on </w:t>
            </w:r>
            <w:r w:rsidR="00C46ED0" w:rsidRPr="00C46ED0">
              <w:rPr>
                <w:rFonts w:ascii="Century Gothic" w:hAnsi="Century Gothic" w:cs="Arial"/>
                <w:b/>
                <w:sz w:val="20"/>
                <w:szCs w:val="20"/>
              </w:rPr>
              <w:t>Municipal Land Use Planning for Beaufort West Municipality</w:t>
            </w:r>
            <w:r w:rsidRPr="00C46ED0">
              <w:rPr>
                <w:rFonts w:ascii="Century Gothic" w:hAnsi="Century Gothic" w:cs="Arial"/>
                <w:b/>
                <w:sz w:val="20"/>
                <w:szCs w:val="20"/>
              </w:rPr>
              <w:t>)</w:t>
            </w:r>
            <w:r w:rsidRPr="00C46ED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</w:t>
            </w:r>
          </w:p>
          <w:p w14:paraId="07A01916" w14:textId="77777777" w:rsidR="00BF0B87" w:rsidRPr="001A5E35" w:rsidRDefault="00BF0B87" w:rsidP="00BF0B87">
            <w:pPr>
              <w:spacing w:line="271" w:lineRule="auto"/>
              <w:contextualSpacing/>
              <w:jc w:val="center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BF0B87" w:rsidRPr="00A8082D" w14:paraId="28FF66D9" w14:textId="77777777" w:rsidTr="00333E9F">
        <w:tc>
          <w:tcPr>
            <w:tcW w:w="10913" w:type="dxa"/>
            <w:gridSpan w:val="34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27FC39BB" w14:textId="77777777" w:rsidR="00BF0B87" w:rsidRDefault="008F06DD" w:rsidP="000B5BBB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KINDLY </w:t>
            </w:r>
            <w:r w:rsidR="00BF0B87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NOTE: </w:t>
            </w:r>
            <w:r w:rsidR="00BF0B87">
              <w:rPr>
                <w:rFonts w:ascii="Century Gothic" w:hAnsi="Century Gothic" w:cs="Arial"/>
                <w:sz w:val="20"/>
                <w:szCs w:val="20"/>
                <w:lang w:val="en-ZA"/>
              </w:rPr>
              <w:t>Please complete this form using BLOCK capitals and</w:t>
            </w:r>
            <w:r w:rsidR="00CD4CA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ticking the appropriate boxes.</w:t>
            </w:r>
          </w:p>
          <w:p w14:paraId="123F7F32" w14:textId="77777777" w:rsidR="00CD4CAD" w:rsidRPr="00CD4CAD" w:rsidRDefault="00CD4CAD" w:rsidP="000B5BBB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A5E35" w:rsidRPr="00A8082D" w14:paraId="0EFD9913" w14:textId="77777777" w:rsidTr="00333E9F">
        <w:tc>
          <w:tcPr>
            <w:tcW w:w="10913" w:type="dxa"/>
            <w:gridSpan w:val="34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91969D2" w14:textId="77777777" w:rsidR="001A5E35" w:rsidRDefault="001A5E35" w:rsidP="000B5BBB">
            <w:pPr>
              <w:spacing w:line="276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PART</w:t>
            </w:r>
            <w:r w:rsidRPr="00A808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</w:t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A</w:t>
            </w:r>
            <w:r w:rsidRPr="00A808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: </w:t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APPLICANT DETAILS</w:t>
            </w:r>
          </w:p>
        </w:tc>
      </w:tr>
      <w:tr w:rsidR="008710FD" w:rsidRPr="00A8082D" w14:paraId="1F6DF1CC" w14:textId="77777777" w:rsidTr="00333E9F">
        <w:tc>
          <w:tcPr>
            <w:tcW w:w="2022" w:type="dxa"/>
            <w:gridSpan w:val="6"/>
            <w:tcBorders>
              <w:top w:val="single" w:sz="4" w:space="0" w:color="auto"/>
              <w:left w:val="single" w:sz="4" w:space="0" w:color="000000" w:themeColor="text1"/>
            </w:tcBorders>
            <w:vAlign w:val="center"/>
          </w:tcPr>
          <w:p w14:paraId="31E62414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First name(s)</w:t>
            </w:r>
          </w:p>
        </w:tc>
        <w:tc>
          <w:tcPr>
            <w:tcW w:w="8891" w:type="dxa"/>
            <w:gridSpan w:val="28"/>
            <w:tcBorders>
              <w:top w:val="single" w:sz="4" w:space="0" w:color="auto"/>
            </w:tcBorders>
            <w:vAlign w:val="center"/>
          </w:tcPr>
          <w:p w14:paraId="6502D341" w14:textId="2367C379" w:rsidR="008710FD" w:rsidRPr="00A8082D" w:rsidRDefault="009C585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Otter Mist Trading 1057 (PTY) Ltd</w:t>
            </w:r>
          </w:p>
          <w:p w14:paraId="386F4319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3DD22A98" w14:textId="77777777" w:rsidTr="00333E9F">
        <w:tc>
          <w:tcPr>
            <w:tcW w:w="2022" w:type="dxa"/>
            <w:gridSpan w:val="6"/>
            <w:tcBorders>
              <w:left w:val="single" w:sz="4" w:space="0" w:color="000000" w:themeColor="text1"/>
            </w:tcBorders>
            <w:vAlign w:val="center"/>
          </w:tcPr>
          <w:p w14:paraId="57E1DF2C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Surname</w:t>
            </w:r>
          </w:p>
        </w:tc>
        <w:tc>
          <w:tcPr>
            <w:tcW w:w="8891" w:type="dxa"/>
            <w:gridSpan w:val="28"/>
            <w:vAlign w:val="center"/>
          </w:tcPr>
          <w:p w14:paraId="0F3B8071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78BB2047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718692D7" w14:textId="77777777" w:rsidTr="00333E9F">
        <w:tc>
          <w:tcPr>
            <w:tcW w:w="5102" w:type="dxa"/>
            <w:gridSpan w:val="17"/>
            <w:tcBorders>
              <w:left w:val="single" w:sz="4" w:space="0" w:color="000000" w:themeColor="text1"/>
            </w:tcBorders>
            <w:vAlign w:val="center"/>
          </w:tcPr>
          <w:p w14:paraId="42B8EB26" w14:textId="77777777" w:rsidR="008710FD" w:rsidRPr="00E54503" w:rsidRDefault="008710FD" w:rsidP="00E54503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S</w:t>
            </w:r>
            <w:r w:rsidR="00E54503">
              <w:rPr>
                <w:rFonts w:ascii="Century Gothic" w:hAnsi="Century Gothic" w:cs="Arial"/>
                <w:sz w:val="20"/>
                <w:szCs w:val="20"/>
                <w:lang w:val="en-ZA"/>
              </w:rPr>
              <w:t>outh African Council for Planners (S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ACPLAN</w:t>
            </w:r>
            <w:r w:rsidR="00E54503">
              <w:rPr>
                <w:rFonts w:ascii="Century Gothic" w:hAnsi="Century Gothic" w:cs="Arial"/>
                <w:sz w:val="20"/>
                <w:szCs w:val="20"/>
                <w:lang w:val="en-ZA"/>
              </w:rPr>
              <w:t>) r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eg</w:t>
            </w:r>
            <w:r w:rsidR="00E54503">
              <w:rPr>
                <w:rFonts w:ascii="Century Gothic" w:hAnsi="Century Gothic" w:cs="Arial"/>
                <w:sz w:val="20"/>
                <w:szCs w:val="20"/>
                <w:lang w:val="en-ZA"/>
              </w:rPr>
              <w:t>istration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</w:t>
            </w:r>
            <w:r w:rsidR="00E54503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number </w:t>
            </w:r>
            <w:r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(if applicable)</w:t>
            </w:r>
          </w:p>
        </w:tc>
        <w:tc>
          <w:tcPr>
            <w:tcW w:w="5811" w:type="dxa"/>
            <w:gridSpan w:val="17"/>
            <w:vAlign w:val="center"/>
          </w:tcPr>
          <w:p w14:paraId="4B21FA27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7A496254" w14:textId="77777777" w:rsidTr="00333E9F">
        <w:tc>
          <w:tcPr>
            <w:tcW w:w="2022" w:type="dxa"/>
            <w:gridSpan w:val="6"/>
            <w:tcBorders>
              <w:left w:val="single" w:sz="4" w:space="0" w:color="000000" w:themeColor="text1"/>
            </w:tcBorders>
            <w:vAlign w:val="center"/>
          </w:tcPr>
          <w:p w14:paraId="52BC38CB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Company name </w:t>
            </w:r>
          </w:p>
          <w:p w14:paraId="19DB92CC" w14:textId="77777777" w:rsidR="008710FD" w:rsidRPr="00E54503" w:rsidRDefault="008710FD" w:rsidP="006B0801">
            <w:pPr>
              <w:spacing w:line="276" w:lineRule="auto"/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</w:pPr>
            <w:r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(if applicable)</w:t>
            </w:r>
          </w:p>
        </w:tc>
        <w:tc>
          <w:tcPr>
            <w:tcW w:w="8891" w:type="dxa"/>
            <w:gridSpan w:val="28"/>
            <w:vAlign w:val="center"/>
          </w:tcPr>
          <w:p w14:paraId="179B67CA" w14:textId="0DAFF335" w:rsidR="008710FD" w:rsidRPr="00A8082D" w:rsidRDefault="009C585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Otter Mist Trading 1057 (PTY) Ltd</w:t>
            </w:r>
          </w:p>
          <w:p w14:paraId="3FE97564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450D698C" w14:textId="77777777" w:rsidTr="00333E9F">
        <w:tc>
          <w:tcPr>
            <w:tcW w:w="2022" w:type="dxa"/>
            <w:gridSpan w:val="6"/>
            <w:vMerge w:val="restart"/>
            <w:tcBorders>
              <w:left w:val="single" w:sz="4" w:space="0" w:color="000000" w:themeColor="text1"/>
            </w:tcBorders>
            <w:vAlign w:val="center"/>
          </w:tcPr>
          <w:p w14:paraId="6C4E2B05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Postal Address</w:t>
            </w:r>
          </w:p>
        </w:tc>
        <w:tc>
          <w:tcPr>
            <w:tcW w:w="8891" w:type="dxa"/>
            <w:gridSpan w:val="28"/>
            <w:vAlign w:val="center"/>
          </w:tcPr>
          <w:p w14:paraId="0DD55E6C" w14:textId="1F4F0C6A" w:rsidR="008710FD" w:rsidRPr="00A8082D" w:rsidRDefault="009C585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PO Box 107</w:t>
            </w:r>
          </w:p>
          <w:p w14:paraId="4D941599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46DDBC88" w14:textId="77777777" w:rsidTr="00333E9F">
        <w:tc>
          <w:tcPr>
            <w:tcW w:w="2022" w:type="dxa"/>
            <w:gridSpan w:val="6"/>
            <w:vMerge/>
            <w:tcBorders>
              <w:left w:val="single" w:sz="4" w:space="0" w:color="000000" w:themeColor="text1"/>
            </w:tcBorders>
            <w:vAlign w:val="center"/>
          </w:tcPr>
          <w:p w14:paraId="2E96E6F8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5285" w:type="dxa"/>
            <w:gridSpan w:val="22"/>
            <w:vAlign w:val="center"/>
          </w:tcPr>
          <w:p w14:paraId="6E277A07" w14:textId="1D901BE0" w:rsidR="008710FD" w:rsidRPr="00A8082D" w:rsidRDefault="009C585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Wellinton</w:t>
            </w:r>
          </w:p>
        </w:tc>
        <w:tc>
          <w:tcPr>
            <w:tcW w:w="821" w:type="dxa"/>
            <w:gridSpan w:val="2"/>
            <w:vAlign w:val="center"/>
          </w:tcPr>
          <w:p w14:paraId="7B8158BF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Postal Code</w:t>
            </w:r>
          </w:p>
        </w:tc>
        <w:tc>
          <w:tcPr>
            <w:tcW w:w="2785" w:type="dxa"/>
            <w:gridSpan w:val="4"/>
            <w:vAlign w:val="center"/>
          </w:tcPr>
          <w:p w14:paraId="2C36A17B" w14:textId="2259205B" w:rsidR="008710FD" w:rsidRPr="00A8082D" w:rsidRDefault="009C585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7654</w:t>
            </w:r>
          </w:p>
        </w:tc>
      </w:tr>
      <w:tr w:rsidR="008710FD" w:rsidRPr="00A8082D" w14:paraId="2CDEE8C9" w14:textId="77777777" w:rsidTr="00333E9F">
        <w:tc>
          <w:tcPr>
            <w:tcW w:w="2022" w:type="dxa"/>
            <w:gridSpan w:val="6"/>
            <w:tcBorders>
              <w:left w:val="single" w:sz="4" w:space="0" w:color="000000" w:themeColor="text1"/>
            </w:tcBorders>
            <w:vAlign w:val="center"/>
          </w:tcPr>
          <w:p w14:paraId="439686DF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Email </w:t>
            </w:r>
          </w:p>
        </w:tc>
        <w:tc>
          <w:tcPr>
            <w:tcW w:w="8891" w:type="dxa"/>
            <w:gridSpan w:val="28"/>
            <w:vAlign w:val="center"/>
          </w:tcPr>
          <w:p w14:paraId="00C0EE36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047F2EE4" w14:textId="64478323" w:rsidR="008710FD" w:rsidRPr="00A8082D" w:rsidRDefault="009C585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johan@kingpintransport.co.za</w:t>
            </w:r>
          </w:p>
          <w:p w14:paraId="1E3686D2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506F75E6" w14:textId="77777777" w:rsidTr="00333E9F">
        <w:tc>
          <w:tcPr>
            <w:tcW w:w="650" w:type="dxa"/>
            <w:tcBorders>
              <w:left w:val="single" w:sz="4" w:space="0" w:color="000000" w:themeColor="text1"/>
              <w:bottom w:val="single" w:sz="18" w:space="0" w:color="000000" w:themeColor="text1"/>
            </w:tcBorders>
            <w:vAlign w:val="center"/>
          </w:tcPr>
          <w:p w14:paraId="7E952DF0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Tel</w:t>
            </w:r>
          </w:p>
        </w:tc>
        <w:tc>
          <w:tcPr>
            <w:tcW w:w="2744" w:type="dxa"/>
            <w:gridSpan w:val="9"/>
            <w:tcBorders>
              <w:bottom w:val="single" w:sz="18" w:space="0" w:color="000000" w:themeColor="text1"/>
            </w:tcBorders>
            <w:vAlign w:val="center"/>
          </w:tcPr>
          <w:p w14:paraId="3C103A40" w14:textId="2231029D" w:rsidR="008710FD" w:rsidRPr="00A8082D" w:rsidRDefault="009C585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n/a</w:t>
            </w:r>
          </w:p>
          <w:p w14:paraId="55977441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1059" w:type="dxa"/>
            <w:gridSpan w:val="4"/>
            <w:tcBorders>
              <w:bottom w:val="single" w:sz="18" w:space="0" w:color="000000" w:themeColor="text1"/>
            </w:tcBorders>
            <w:vAlign w:val="center"/>
          </w:tcPr>
          <w:p w14:paraId="2E53B4A3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Fax</w:t>
            </w:r>
          </w:p>
        </w:tc>
        <w:tc>
          <w:tcPr>
            <w:tcW w:w="2841" w:type="dxa"/>
            <w:gridSpan w:val="14"/>
            <w:tcBorders>
              <w:bottom w:val="single" w:sz="18" w:space="0" w:color="000000" w:themeColor="text1"/>
            </w:tcBorders>
            <w:vAlign w:val="center"/>
          </w:tcPr>
          <w:p w14:paraId="5C458E94" w14:textId="4B237FDC" w:rsidR="008710FD" w:rsidRPr="00A8082D" w:rsidRDefault="009C585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n/a</w:t>
            </w:r>
          </w:p>
        </w:tc>
        <w:tc>
          <w:tcPr>
            <w:tcW w:w="819" w:type="dxa"/>
            <w:gridSpan w:val="2"/>
            <w:tcBorders>
              <w:bottom w:val="single" w:sz="18" w:space="0" w:color="000000" w:themeColor="text1"/>
            </w:tcBorders>
            <w:vAlign w:val="center"/>
          </w:tcPr>
          <w:p w14:paraId="737BBAE6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Cell</w:t>
            </w:r>
          </w:p>
        </w:tc>
        <w:tc>
          <w:tcPr>
            <w:tcW w:w="2800" w:type="dxa"/>
            <w:gridSpan w:val="4"/>
            <w:tcBorders>
              <w:bottom w:val="single" w:sz="18" w:space="0" w:color="000000" w:themeColor="text1"/>
            </w:tcBorders>
            <w:vAlign w:val="center"/>
          </w:tcPr>
          <w:p w14:paraId="6CBE0269" w14:textId="293C5247" w:rsidR="008710FD" w:rsidRPr="00A8082D" w:rsidRDefault="009C585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0834505906</w:t>
            </w:r>
          </w:p>
        </w:tc>
      </w:tr>
      <w:tr w:rsidR="008710FD" w:rsidRPr="00A8082D" w14:paraId="3B7B9248" w14:textId="77777777" w:rsidTr="00333E9F">
        <w:tc>
          <w:tcPr>
            <w:tcW w:w="10913" w:type="dxa"/>
            <w:gridSpan w:val="34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F0AC6DA" w14:textId="77777777" w:rsidR="008710FD" w:rsidRPr="00A8082D" w:rsidRDefault="008710FD" w:rsidP="00E54503">
            <w:pPr>
              <w:spacing w:line="276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PART</w:t>
            </w:r>
            <w:r w:rsidRPr="00A808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B: REGISTERED OWNER(S) DETAILS </w:t>
            </w:r>
            <w:r w:rsid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(I</w:t>
            </w:r>
            <w:r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f different from applicant)</w:t>
            </w:r>
          </w:p>
        </w:tc>
      </w:tr>
      <w:tr w:rsidR="008710FD" w:rsidRPr="00A8082D" w14:paraId="6504A8EA" w14:textId="77777777" w:rsidTr="00333E9F">
        <w:tc>
          <w:tcPr>
            <w:tcW w:w="2022" w:type="dxa"/>
            <w:gridSpan w:val="6"/>
            <w:tcBorders>
              <w:top w:val="single" w:sz="18" w:space="0" w:color="000000" w:themeColor="text1"/>
              <w:left w:val="single" w:sz="4" w:space="0" w:color="000000" w:themeColor="text1"/>
            </w:tcBorders>
            <w:vAlign w:val="center"/>
          </w:tcPr>
          <w:p w14:paraId="0EA79C04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Registered owner</w:t>
            </w:r>
            <w:r w:rsidR="00E54503">
              <w:rPr>
                <w:rFonts w:ascii="Century Gothic" w:hAnsi="Century Gothic" w:cs="Arial"/>
                <w:sz w:val="20"/>
                <w:szCs w:val="20"/>
                <w:lang w:val="en-ZA"/>
              </w:rPr>
              <w:t>(s)</w:t>
            </w:r>
          </w:p>
        </w:tc>
        <w:tc>
          <w:tcPr>
            <w:tcW w:w="8891" w:type="dxa"/>
            <w:gridSpan w:val="28"/>
            <w:tcBorders>
              <w:top w:val="single" w:sz="18" w:space="0" w:color="000000" w:themeColor="text1"/>
            </w:tcBorders>
            <w:vAlign w:val="center"/>
          </w:tcPr>
          <w:p w14:paraId="4F190059" w14:textId="6227109A" w:rsidR="008710FD" w:rsidRPr="00A8082D" w:rsidRDefault="009C585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W Nigrini</w:t>
            </w:r>
          </w:p>
          <w:p w14:paraId="0D2F2755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4436C685" w14:textId="77777777" w:rsidTr="00333E9F">
        <w:tc>
          <w:tcPr>
            <w:tcW w:w="2022" w:type="dxa"/>
            <w:gridSpan w:val="6"/>
            <w:vMerge w:val="restart"/>
            <w:tcBorders>
              <w:left w:val="single" w:sz="4" w:space="0" w:color="000000" w:themeColor="text1"/>
            </w:tcBorders>
            <w:vAlign w:val="center"/>
          </w:tcPr>
          <w:p w14:paraId="7ED10C52" w14:textId="77777777" w:rsidR="008710FD" w:rsidRPr="00A8082D" w:rsidRDefault="00E54503" w:rsidP="00E54503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Physical a</w:t>
            </w:r>
            <w:r w:rsidR="008710FD"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ddress</w:t>
            </w:r>
          </w:p>
        </w:tc>
        <w:tc>
          <w:tcPr>
            <w:tcW w:w="8891" w:type="dxa"/>
            <w:gridSpan w:val="28"/>
            <w:vAlign w:val="center"/>
          </w:tcPr>
          <w:p w14:paraId="34D29489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0D99113B" w14:textId="2ADDA091" w:rsidR="008710FD" w:rsidRPr="00A8082D" w:rsidRDefault="009C585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proofErr w:type="spell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Rhenosterkop</w:t>
            </w:r>
            <w:proofErr w:type="spell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Nr 155</w:t>
            </w:r>
          </w:p>
        </w:tc>
      </w:tr>
      <w:tr w:rsidR="008710FD" w:rsidRPr="00A8082D" w14:paraId="02564A9F" w14:textId="77777777" w:rsidTr="00333E9F">
        <w:tc>
          <w:tcPr>
            <w:tcW w:w="2022" w:type="dxa"/>
            <w:gridSpan w:val="6"/>
            <w:vMerge/>
            <w:tcBorders>
              <w:left w:val="single" w:sz="4" w:space="0" w:color="000000" w:themeColor="text1"/>
            </w:tcBorders>
            <w:vAlign w:val="center"/>
          </w:tcPr>
          <w:p w14:paraId="046ABE1A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5298" w:type="dxa"/>
            <w:gridSpan w:val="22"/>
            <w:vAlign w:val="center"/>
          </w:tcPr>
          <w:p w14:paraId="0E0BA07F" w14:textId="675B7F70" w:rsidR="008710FD" w:rsidRPr="00A8082D" w:rsidRDefault="009C585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Beaufort West</w:t>
            </w:r>
          </w:p>
        </w:tc>
        <w:tc>
          <w:tcPr>
            <w:tcW w:w="823" w:type="dxa"/>
            <w:gridSpan w:val="2"/>
            <w:vAlign w:val="center"/>
          </w:tcPr>
          <w:p w14:paraId="6F18F2B0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Postal code</w:t>
            </w:r>
          </w:p>
        </w:tc>
        <w:tc>
          <w:tcPr>
            <w:tcW w:w="2770" w:type="dxa"/>
            <w:gridSpan w:val="4"/>
            <w:vAlign w:val="center"/>
          </w:tcPr>
          <w:p w14:paraId="2B233FE0" w14:textId="7120DF70" w:rsidR="008710FD" w:rsidRPr="00A8082D" w:rsidRDefault="00EC3AD6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6970</w:t>
            </w:r>
          </w:p>
        </w:tc>
      </w:tr>
      <w:tr w:rsidR="008710FD" w:rsidRPr="00A8082D" w14:paraId="11EC6130" w14:textId="77777777" w:rsidTr="00333E9F">
        <w:tc>
          <w:tcPr>
            <w:tcW w:w="2022" w:type="dxa"/>
            <w:gridSpan w:val="6"/>
            <w:tcBorders>
              <w:left w:val="single" w:sz="4" w:space="0" w:color="000000" w:themeColor="text1"/>
            </w:tcBorders>
            <w:vAlign w:val="center"/>
          </w:tcPr>
          <w:p w14:paraId="43796BDC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E-mail</w:t>
            </w:r>
          </w:p>
        </w:tc>
        <w:tc>
          <w:tcPr>
            <w:tcW w:w="8891" w:type="dxa"/>
            <w:gridSpan w:val="28"/>
            <w:vAlign w:val="center"/>
          </w:tcPr>
          <w:p w14:paraId="242BB64F" w14:textId="3C1FC056" w:rsidR="008710FD" w:rsidRPr="00A8082D" w:rsidRDefault="009C585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karooolivescz@gmail.com</w:t>
            </w:r>
          </w:p>
          <w:p w14:paraId="3BFDC7F2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602674A0" w14:textId="77777777" w:rsidTr="00333E9F">
        <w:tc>
          <w:tcPr>
            <w:tcW w:w="650" w:type="dxa"/>
            <w:tcBorders>
              <w:left w:val="single" w:sz="4" w:space="0" w:color="000000" w:themeColor="text1"/>
              <w:bottom w:val="single" w:sz="18" w:space="0" w:color="000000" w:themeColor="text1"/>
            </w:tcBorders>
            <w:vAlign w:val="center"/>
          </w:tcPr>
          <w:p w14:paraId="345932D9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Tel</w:t>
            </w:r>
          </w:p>
        </w:tc>
        <w:tc>
          <w:tcPr>
            <w:tcW w:w="2744" w:type="dxa"/>
            <w:gridSpan w:val="9"/>
            <w:tcBorders>
              <w:bottom w:val="single" w:sz="18" w:space="0" w:color="000000" w:themeColor="text1"/>
            </w:tcBorders>
            <w:vAlign w:val="center"/>
          </w:tcPr>
          <w:p w14:paraId="5D008273" w14:textId="03261F4A" w:rsidR="008710FD" w:rsidRPr="00A8082D" w:rsidRDefault="009C585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n/a</w:t>
            </w:r>
          </w:p>
          <w:p w14:paraId="77996AE3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1059" w:type="dxa"/>
            <w:gridSpan w:val="4"/>
            <w:tcBorders>
              <w:bottom w:val="single" w:sz="18" w:space="0" w:color="000000" w:themeColor="text1"/>
            </w:tcBorders>
            <w:vAlign w:val="center"/>
          </w:tcPr>
          <w:p w14:paraId="53A682FF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Fax</w:t>
            </w:r>
          </w:p>
        </w:tc>
        <w:tc>
          <w:tcPr>
            <w:tcW w:w="2841" w:type="dxa"/>
            <w:gridSpan w:val="14"/>
            <w:tcBorders>
              <w:bottom w:val="single" w:sz="18" w:space="0" w:color="000000" w:themeColor="text1"/>
            </w:tcBorders>
            <w:vAlign w:val="center"/>
          </w:tcPr>
          <w:p w14:paraId="35FC4648" w14:textId="7F023BAB" w:rsidR="008710FD" w:rsidRPr="00A8082D" w:rsidRDefault="009C585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n/a</w:t>
            </w:r>
          </w:p>
        </w:tc>
        <w:tc>
          <w:tcPr>
            <w:tcW w:w="819" w:type="dxa"/>
            <w:gridSpan w:val="2"/>
            <w:tcBorders>
              <w:bottom w:val="single" w:sz="18" w:space="0" w:color="000000" w:themeColor="text1"/>
            </w:tcBorders>
            <w:vAlign w:val="center"/>
          </w:tcPr>
          <w:p w14:paraId="2A21033C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Cell</w:t>
            </w:r>
          </w:p>
        </w:tc>
        <w:tc>
          <w:tcPr>
            <w:tcW w:w="2800" w:type="dxa"/>
            <w:gridSpan w:val="4"/>
            <w:tcBorders>
              <w:bottom w:val="single" w:sz="18" w:space="0" w:color="000000" w:themeColor="text1"/>
            </w:tcBorders>
            <w:vAlign w:val="center"/>
          </w:tcPr>
          <w:p w14:paraId="4F85EEC9" w14:textId="5E9E2FDA" w:rsidR="008710FD" w:rsidRPr="00A8082D" w:rsidRDefault="009C585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0721482012</w:t>
            </w:r>
          </w:p>
        </w:tc>
      </w:tr>
      <w:tr w:rsidR="008710FD" w:rsidRPr="00A8082D" w14:paraId="612BDD30" w14:textId="77777777" w:rsidTr="00333E9F">
        <w:tc>
          <w:tcPr>
            <w:tcW w:w="10913" w:type="dxa"/>
            <w:gridSpan w:val="34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E5515A3" w14:textId="77777777" w:rsidR="008710FD" w:rsidRPr="00A8082D" w:rsidRDefault="008710FD" w:rsidP="00E54503">
            <w:pPr>
              <w:spacing w:line="276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PART</w:t>
            </w:r>
            <w:r w:rsidRPr="00A808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C: PROPERTY DETAILS </w:t>
            </w:r>
            <w:r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 xml:space="preserve">(in accordance with </w:t>
            </w:r>
            <w:r w:rsid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t</w:t>
            </w:r>
            <w:r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 xml:space="preserve">itle </w:t>
            </w:r>
            <w:r w:rsid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d</w:t>
            </w:r>
            <w:r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eed)</w:t>
            </w:r>
          </w:p>
        </w:tc>
      </w:tr>
      <w:tr w:rsidR="008710FD" w:rsidRPr="00A8082D" w14:paraId="57070C67" w14:textId="77777777" w:rsidTr="00333E9F">
        <w:tc>
          <w:tcPr>
            <w:tcW w:w="1949" w:type="dxa"/>
            <w:gridSpan w:val="5"/>
            <w:tcBorders>
              <w:top w:val="single" w:sz="18" w:space="0" w:color="000000" w:themeColor="text1"/>
              <w:left w:val="single" w:sz="4" w:space="0" w:color="000000" w:themeColor="text1"/>
            </w:tcBorders>
            <w:vAlign w:val="center"/>
          </w:tcPr>
          <w:p w14:paraId="6AD16582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Property </w:t>
            </w:r>
            <w:r w:rsidR="00E54503">
              <w:rPr>
                <w:rFonts w:ascii="Century Gothic" w:hAnsi="Century Gothic" w:cs="Arial"/>
                <w:sz w:val="20"/>
                <w:szCs w:val="20"/>
                <w:lang w:val="en-ZA"/>
              </w:rPr>
              <w:t>d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escription</w:t>
            </w:r>
          </w:p>
          <w:p w14:paraId="7E301BB7" w14:textId="77777777" w:rsidR="008710FD" w:rsidRPr="00E54503" w:rsidRDefault="008710FD" w:rsidP="00E54503">
            <w:pPr>
              <w:spacing w:line="276" w:lineRule="auto"/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</w:pPr>
            <w:r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lastRenderedPageBreak/>
              <w:t>[</w:t>
            </w:r>
            <w:r w:rsidR="00E54503"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Number(s) of Erf</w:t>
            </w:r>
            <w:r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/Erven/</w:t>
            </w:r>
            <w:r w:rsidR="00E54503"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Portion(s) or</w:t>
            </w:r>
            <w:r w:rsidRPr="00E54503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 xml:space="preserve"> Farm(s), allotment area.]</w:t>
            </w:r>
          </w:p>
        </w:tc>
        <w:tc>
          <w:tcPr>
            <w:tcW w:w="8964" w:type="dxa"/>
            <w:gridSpan w:val="29"/>
            <w:tcBorders>
              <w:top w:val="single" w:sz="18" w:space="0" w:color="000000" w:themeColor="text1"/>
            </w:tcBorders>
            <w:vAlign w:val="center"/>
          </w:tcPr>
          <w:p w14:paraId="16A4467A" w14:textId="152FB8C7" w:rsidR="008710FD" w:rsidRPr="00A8082D" w:rsidRDefault="00EC3AD6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proofErr w:type="spell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lastRenderedPageBreak/>
              <w:t>Rhenosterkop</w:t>
            </w:r>
            <w:proofErr w:type="spell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Nr </w:t>
            </w:r>
            <w:proofErr w:type="gram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155</w:t>
            </w:r>
            <w:r w:rsidR="001A66C8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 Beaufort</w:t>
            </w:r>
            <w:proofErr w:type="gramEnd"/>
            <w:r w:rsidR="001A66C8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West</w:t>
            </w:r>
            <w:r w:rsidR="00187CE0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 </w:t>
            </w:r>
          </w:p>
          <w:p w14:paraId="373067B3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4C58657C" w14:textId="77777777" w:rsidTr="00333E9F">
        <w:tc>
          <w:tcPr>
            <w:tcW w:w="1949" w:type="dxa"/>
            <w:gridSpan w:val="5"/>
            <w:tcBorders>
              <w:left w:val="single" w:sz="4" w:space="0" w:color="000000" w:themeColor="text1"/>
            </w:tcBorders>
            <w:vAlign w:val="center"/>
          </w:tcPr>
          <w:p w14:paraId="4473A51B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Physical Address</w:t>
            </w:r>
          </w:p>
        </w:tc>
        <w:tc>
          <w:tcPr>
            <w:tcW w:w="8964" w:type="dxa"/>
            <w:gridSpan w:val="29"/>
            <w:vAlign w:val="center"/>
          </w:tcPr>
          <w:p w14:paraId="2391E6E9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2F5433EA" w14:textId="2C5F0DD8" w:rsidR="008710FD" w:rsidRPr="00A8082D" w:rsidRDefault="00613F96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proofErr w:type="spell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Rhenosterkop</w:t>
            </w:r>
            <w:proofErr w:type="spell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Nr </w:t>
            </w:r>
            <w:proofErr w:type="gram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155</w:t>
            </w:r>
            <w:r w:rsidR="004859D9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 Beaufort</w:t>
            </w:r>
            <w:proofErr w:type="gramEnd"/>
            <w:r w:rsidR="004859D9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West</w:t>
            </w:r>
          </w:p>
        </w:tc>
      </w:tr>
      <w:tr w:rsidR="008710FD" w:rsidRPr="00A8082D" w14:paraId="3A539CF4" w14:textId="77777777" w:rsidTr="00333E9F">
        <w:tc>
          <w:tcPr>
            <w:tcW w:w="1949" w:type="dxa"/>
            <w:gridSpan w:val="5"/>
            <w:tcBorders>
              <w:left w:val="single" w:sz="4" w:space="0" w:color="000000" w:themeColor="text1"/>
            </w:tcBorders>
            <w:vAlign w:val="center"/>
          </w:tcPr>
          <w:p w14:paraId="763A18D7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GPS Coordinates</w:t>
            </w:r>
          </w:p>
        </w:tc>
        <w:tc>
          <w:tcPr>
            <w:tcW w:w="3549" w:type="dxa"/>
            <w:gridSpan w:val="15"/>
            <w:vAlign w:val="center"/>
          </w:tcPr>
          <w:p w14:paraId="2DD7E54B" w14:textId="77777777" w:rsidR="008710F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4E844B62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1773" w:type="dxa"/>
            <w:gridSpan w:val="8"/>
            <w:vAlign w:val="center"/>
          </w:tcPr>
          <w:p w14:paraId="444CBFF9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Town/City</w:t>
            </w:r>
          </w:p>
        </w:tc>
        <w:tc>
          <w:tcPr>
            <w:tcW w:w="3642" w:type="dxa"/>
            <w:gridSpan w:val="6"/>
            <w:vAlign w:val="center"/>
          </w:tcPr>
          <w:p w14:paraId="4F6D9756" w14:textId="75D778CC" w:rsidR="008710FD" w:rsidRPr="00A8082D" w:rsidRDefault="00613F96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Beaufort West</w:t>
            </w:r>
          </w:p>
        </w:tc>
      </w:tr>
      <w:tr w:rsidR="008710FD" w:rsidRPr="00A8082D" w14:paraId="2BB1F9D5" w14:textId="77777777" w:rsidTr="00333E9F">
        <w:tc>
          <w:tcPr>
            <w:tcW w:w="1949" w:type="dxa"/>
            <w:gridSpan w:val="5"/>
            <w:tcBorders>
              <w:left w:val="single" w:sz="4" w:space="0" w:color="000000" w:themeColor="text1"/>
            </w:tcBorders>
            <w:vAlign w:val="center"/>
          </w:tcPr>
          <w:p w14:paraId="34B906E5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Current Zoning</w:t>
            </w:r>
          </w:p>
        </w:tc>
        <w:tc>
          <w:tcPr>
            <w:tcW w:w="2716" w:type="dxa"/>
            <w:gridSpan w:val="11"/>
            <w:vAlign w:val="center"/>
          </w:tcPr>
          <w:p w14:paraId="394A5942" w14:textId="5A4B4DF3" w:rsidR="008710FD" w:rsidRPr="00A8082D" w:rsidRDefault="00613F96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Agriculture</w:t>
            </w:r>
          </w:p>
          <w:p w14:paraId="744EF930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833" w:type="dxa"/>
            <w:gridSpan w:val="4"/>
            <w:vAlign w:val="center"/>
          </w:tcPr>
          <w:p w14:paraId="14BA99D4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Extent</w:t>
            </w:r>
          </w:p>
        </w:tc>
        <w:tc>
          <w:tcPr>
            <w:tcW w:w="1773" w:type="dxa"/>
            <w:gridSpan w:val="8"/>
            <w:vAlign w:val="center"/>
          </w:tcPr>
          <w:p w14:paraId="55AC295D" w14:textId="49E6041A" w:rsidR="008710FD" w:rsidRPr="00A8082D" w:rsidRDefault="00613F96" w:rsidP="00716C8B">
            <w:pPr>
              <w:spacing w:line="276" w:lineRule="auto"/>
              <w:jc w:val="right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6000</w:t>
            </w:r>
            <w:r w:rsidR="008710FD"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ha</w:t>
            </w:r>
          </w:p>
        </w:tc>
        <w:tc>
          <w:tcPr>
            <w:tcW w:w="2660" w:type="dxa"/>
            <w:gridSpan w:val="4"/>
            <w:vAlign w:val="center"/>
          </w:tcPr>
          <w:p w14:paraId="48BBBC56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Are there existing buildings?</w:t>
            </w:r>
          </w:p>
        </w:tc>
        <w:tc>
          <w:tcPr>
            <w:tcW w:w="424" w:type="dxa"/>
            <w:vAlign w:val="center"/>
          </w:tcPr>
          <w:p w14:paraId="65350A21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558" w:type="dxa"/>
            <w:vAlign w:val="center"/>
          </w:tcPr>
          <w:p w14:paraId="3ED27A7E" w14:textId="18382FFE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</w:tr>
      <w:tr w:rsidR="008710FD" w:rsidRPr="00A8082D" w14:paraId="0772DC21" w14:textId="77777777" w:rsidTr="00333E9F">
        <w:tc>
          <w:tcPr>
            <w:tcW w:w="1949" w:type="dxa"/>
            <w:gridSpan w:val="5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CA33D9" w14:textId="77777777" w:rsidR="0019129E" w:rsidRDefault="0019129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Applicable</w:t>
            </w:r>
          </w:p>
          <w:p w14:paraId="1933F303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Zoning Scheme</w:t>
            </w:r>
          </w:p>
        </w:tc>
        <w:tc>
          <w:tcPr>
            <w:tcW w:w="8964" w:type="dxa"/>
            <w:gridSpan w:val="29"/>
            <w:tcBorders>
              <w:bottom w:val="single" w:sz="4" w:space="0" w:color="000000" w:themeColor="text1"/>
            </w:tcBorders>
            <w:vAlign w:val="center"/>
          </w:tcPr>
          <w:p w14:paraId="78FE7222" w14:textId="77777777" w:rsidR="008710FD" w:rsidRDefault="008710FD" w:rsidP="006B080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  <w:p w14:paraId="546D7D75" w14:textId="65654C30" w:rsidR="008710FD" w:rsidRPr="00A8082D" w:rsidRDefault="00613F96" w:rsidP="0019129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Agriculture</w:t>
            </w:r>
          </w:p>
        </w:tc>
      </w:tr>
      <w:tr w:rsidR="008710FD" w:rsidRPr="00A8082D" w14:paraId="08992C33" w14:textId="77777777" w:rsidTr="00333E9F">
        <w:tc>
          <w:tcPr>
            <w:tcW w:w="1949" w:type="dxa"/>
            <w:gridSpan w:val="5"/>
            <w:tcBorders>
              <w:left w:val="single" w:sz="4" w:space="0" w:color="000000" w:themeColor="text1"/>
            </w:tcBorders>
            <w:vAlign w:val="center"/>
          </w:tcPr>
          <w:p w14:paraId="5C73A3AC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Current Land Use</w:t>
            </w:r>
          </w:p>
        </w:tc>
        <w:tc>
          <w:tcPr>
            <w:tcW w:w="8964" w:type="dxa"/>
            <w:gridSpan w:val="29"/>
            <w:vAlign w:val="center"/>
          </w:tcPr>
          <w:p w14:paraId="5B5AD47A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469621BD" w14:textId="766E2F72" w:rsidR="008710FD" w:rsidRPr="00A8082D" w:rsidRDefault="00613F96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Farming / Agriculture</w:t>
            </w:r>
          </w:p>
        </w:tc>
      </w:tr>
      <w:tr w:rsidR="008710FD" w:rsidRPr="00A8082D" w14:paraId="1F493308" w14:textId="77777777" w:rsidTr="00333E9F">
        <w:tc>
          <w:tcPr>
            <w:tcW w:w="1949" w:type="dxa"/>
            <w:gridSpan w:val="5"/>
            <w:tcBorders>
              <w:left w:val="single" w:sz="4" w:space="0" w:color="000000" w:themeColor="text1"/>
            </w:tcBorders>
            <w:vAlign w:val="center"/>
          </w:tcPr>
          <w:p w14:paraId="77416083" w14:textId="77777777" w:rsidR="008710FD" w:rsidRPr="00A8082D" w:rsidRDefault="00E54503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Title Deed number and</w:t>
            </w:r>
            <w:r w:rsidR="008710FD"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date</w:t>
            </w:r>
          </w:p>
        </w:tc>
        <w:tc>
          <w:tcPr>
            <w:tcW w:w="879" w:type="dxa"/>
            <w:gridSpan w:val="4"/>
            <w:vAlign w:val="center"/>
          </w:tcPr>
          <w:p w14:paraId="22208671" w14:textId="77777777" w:rsidR="008710FD" w:rsidRPr="00A8082D" w:rsidRDefault="008710FD" w:rsidP="00E54503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T</w:t>
            </w:r>
          </w:p>
        </w:tc>
        <w:tc>
          <w:tcPr>
            <w:tcW w:w="8085" w:type="dxa"/>
            <w:gridSpan w:val="25"/>
            <w:vAlign w:val="center"/>
          </w:tcPr>
          <w:p w14:paraId="54D25279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23B2D95B" w14:textId="5434D712" w:rsidR="008710FD" w:rsidRPr="00A8082D" w:rsidRDefault="003C79C0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T34797/1969</w:t>
            </w:r>
          </w:p>
        </w:tc>
      </w:tr>
      <w:tr w:rsidR="008710FD" w:rsidRPr="00A8082D" w14:paraId="06FF92F5" w14:textId="77777777" w:rsidTr="00333E9F">
        <w:tc>
          <w:tcPr>
            <w:tcW w:w="1949" w:type="dxa"/>
            <w:gridSpan w:val="5"/>
            <w:tcBorders>
              <w:left w:val="single" w:sz="4" w:space="0" w:color="000000" w:themeColor="text1"/>
            </w:tcBorders>
            <w:vAlign w:val="center"/>
          </w:tcPr>
          <w:p w14:paraId="56376B82" w14:textId="77777777" w:rsidR="008710FD" w:rsidRPr="00A8082D" w:rsidRDefault="008710FD" w:rsidP="00E54503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Any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restrictive conditions?</w:t>
            </w:r>
          </w:p>
        </w:tc>
        <w:tc>
          <w:tcPr>
            <w:tcW w:w="453" w:type="dxa"/>
            <w:gridSpan w:val="2"/>
            <w:vAlign w:val="center"/>
          </w:tcPr>
          <w:p w14:paraId="27243D82" w14:textId="1410098E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3458718E" w14:textId="4FA8A6B3" w:rsidR="008710FD" w:rsidRPr="00A8082D" w:rsidRDefault="00613F96" w:rsidP="006B080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1837" w:type="dxa"/>
            <w:gridSpan w:val="7"/>
            <w:vAlign w:val="center"/>
          </w:tcPr>
          <w:p w14:paraId="40091972" w14:textId="77777777" w:rsidR="008710FD" w:rsidRPr="00A8082D" w:rsidRDefault="00E54503" w:rsidP="00E54503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If </w:t>
            </w:r>
            <w:proofErr w:type="gram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Yes</w:t>
            </w:r>
            <w:proofErr w:type="gram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, list condition(s)</w:t>
            </w:r>
          </w:p>
        </w:tc>
        <w:tc>
          <w:tcPr>
            <w:tcW w:w="6248" w:type="dxa"/>
            <w:gridSpan w:val="18"/>
            <w:vAlign w:val="center"/>
          </w:tcPr>
          <w:p w14:paraId="3822017B" w14:textId="69E1F9AD" w:rsidR="008710FD" w:rsidRPr="00A8082D" w:rsidRDefault="00613F96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N/a</w:t>
            </w:r>
          </w:p>
          <w:p w14:paraId="0B9FA813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8710FD" w:rsidRPr="00A8082D" w14:paraId="31787CAE" w14:textId="77777777" w:rsidTr="00333E9F">
        <w:tc>
          <w:tcPr>
            <w:tcW w:w="1949" w:type="dxa"/>
            <w:gridSpan w:val="5"/>
            <w:tcBorders>
              <w:left w:val="single" w:sz="4" w:space="0" w:color="000000" w:themeColor="text1"/>
            </w:tcBorders>
            <w:vAlign w:val="center"/>
          </w:tcPr>
          <w:p w14:paraId="15B5815F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A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re the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restrictive conditions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in favour of a third party(</w:t>
            </w:r>
            <w:proofErr w:type="spell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ies</w:t>
            </w:r>
            <w:proofErr w:type="spell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)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?</w:t>
            </w:r>
          </w:p>
        </w:tc>
        <w:tc>
          <w:tcPr>
            <w:tcW w:w="453" w:type="dxa"/>
            <w:gridSpan w:val="2"/>
            <w:vAlign w:val="center"/>
          </w:tcPr>
          <w:p w14:paraId="6F30CE1C" w14:textId="1D345444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3E5FF5A4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1837" w:type="dxa"/>
            <w:gridSpan w:val="7"/>
            <w:vAlign w:val="center"/>
          </w:tcPr>
          <w:p w14:paraId="025F7CF5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If </w:t>
            </w:r>
            <w:proofErr w:type="gramStart"/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Yes</w:t>
            </w:r>
            <w:proofErr w:type="gramEnd"/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, list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the party(</w:t>
            </w:r>
            <w:proofErr w:type="spell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ies</w:t>
            </w:r>
            <w:proofErr w:type="spell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)</w:t>
            </w:r>
          </w:p>
        </w:tc>
        <w:tc>
          <w:tcPr>
            <w:tcW w:w="6248" w:type="dxa"/>
            <w:gridSpan w:val="18"/>
            <w:vAlign w:val="center"/>
          </w:tcPr>
          <w:p w14:paraId="24497775" w14:textId="62AAA89E" w:rsidR="008710FD" w:rsidRPr="00A8082D" w:rsidRDefault="00613F96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N/a</w:t>
            </w:r>
          </w:p>
        </w:tc>
      </w:tr>
      <w:tr w:rsidR="008710FD" w:rsidRPr="00A8082D" w14:paraId="127A9E85" w14:textId="77777777" w:rsidTr="00333E9F">
        <w:tc>
          <w:tcPr>
            <w:tcW w:w="1949" w:type="dxa"/>
            <w:gridSpan w:val="5"/>
            <w:tcBorders>
              <w:left w:val="single" w:sz="4" w:space="0" w:color="000000" w:themeColor="text1"/>
            </w:tcBorders>
            <w:vAlign w:val="center"/>
          </w:tcPr>
          <w:p w14:paraId="7653DA07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Is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the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property encumbered by a bond?</w:t>
            </w:r>
          </w:p>
        </w:tc>
        <w:tc>
          <w:tcPr>
            <w:tcW w:w="453" w:type="dxa"/>
            <w:gridSpan w:val="2"/>
            <w:vAlign w:val="center"/>
          </w:tcPr>
          <w:p w14:paraId="09E02EF0" w14:textId="4813AA49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78757258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1837" w:type="dxa"/>
            <w:gridSpan w:val="7"/>
            <w:vAlign w:val="center"/>
          </w:tcPr>
          <w:p w14:paraId="4CB08CE9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If </w:t>
            </w:r>
            <w:proofErr w:type="gramStart"/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Yes</w:t>
            </w:r>
            <w:proofErr w:type="gramEnd"/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,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list </w:t>
            </w:r>
            <w:r w:rsidR="00E54503">
              <w:rPr>
                <w:rFonts w:ascii="Century Gothic" w:hAnsi="Century Gothic" w:cs="Arial"/>
                <w:sz w:val="20"/>
                <w:szCs w:val="20"/>
                <w:lang w:val="en-ZA"/>
              </w:rPr>
              <w:t>bondholder(s)</w:t>
            </w:r>
          </w:p>
        </w:tc>
        <w:tc>
          <w:tcPr>
            <w:tcW w:w="6248" w:type="dxa"/>
            <w:gridSpan w:val="18"/>
            <w:vAlign w:val="center"/>
          </w:tcPr>
          <w:p w14:paraId="2C1A92B3" w14:textId="185AC8FE" w:rsidR="008710FD" w:rsidRPr="00A8082D" w:rsidRDefault="00613F96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N/a</w:t>
            </w:r>
          </w:p>
        </w:tc>
      </w:tr>
      <w:tr w:rsidR="008710FD" w:rsidRPr="00A8082D" w14:paraId="71FB9FE7" w14:textId="77777777" w:rsidTr="00333E9F">
        <w:tc>
          <w:tcPr>
            <w:tcW w:w="5335" w:type="dxa"/>
            <w:gridSpan w:val="19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1FFE5B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Any existing unauthorized building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s and/or land use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on the subject pr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operty(</w:t>
            </w:r>
            <w:proofErr w:type="spell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ies</w:t>
            </w:r>
            <w:proofErr w:type="spell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)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?</w:t>
            </w:r>
          </w:p>
        </w:tc>
        <w:tc>
          <w:tcPr>
            <w:tcW w:w="45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14:paraId="376D98B7" w14:textId="6DDD7EC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A6A6A6" w:themeColor="background1" w:themeShade="A6"/>
                <w:sz w:val="20"/>
                <w:szCs w:val="20"/>
                <w:lang w:val="en-ZA"/>
              </w:rPr>
            </w:pPr>
          </w:p>
        </w:tc>
        <w:tc>
          <w:tcPr>
            <w:tcW w:w="44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02886C0B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A6A6A6" w:themeColor="background1" w:themeShade="A6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color w:val="A6A6A6" w:themeColor="background1" w:themeShade="A6"/>
                <w:sz w:val="20"/>
                <w:szCs w:val="20"/>
                <w:lang w:val="en-ZA"/>
              </w:rPr>
              <w:t>N</w:t>
            </w:r>
          </w:p>
        </w:tc>
        <w:tc>
          <w:tcPr>
            <w:tcW w:w="3721" w:type="dxa"/>
            <w:gridSpan w:val="8"/>
            <w:tcBorders>
              <w:bottom w:val="single" w:sz="4" w:space="0" w:color="000000" w:themeColor="text1"/>
            </w:tcBorders>
            <w:vAlign w:val="center"/>
          </w:tcPr>
          <w:p w14:paraId="46A58104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If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yes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,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is this application to legalize the building / land use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?</w:t>
            </w:r>
          </w:p>
        </w:tc>
        <w:tc>
          <w:tcPr>
            <w:tcW w:w="401" w:type="dxa"/>
            <w:tcBorders>
              <w:bottom w:val="single" w:sz="4" w:space="0" w:color="000000" w:themeColor="text1"/>
            </w:tcBorders>
            <w:vAlign w:val="center"/>
          </w:tcPr>
          <w:p w14:paraId="565357F0" w14:textId="3AAC3079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558" w:type="dxa"/>
            <w:tcBorders>
              <w:bottom w:val="single" w:sz="4" w:space="0" w:color="000000" w:themeColor="text1"/>
            </w:tcBorders>
            <w:vAlign w:val="center"/>
          </w:tcPr>
          <w:p w14:paraId="566168BB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</w:tr>
      <w:tr w:rsidR="008710FD" w:rsidRPr="00A8082D" w14:paraId="745360A0" w14:textId="77777777" w:rsidTr="00333E9F">
        <w:tc>
          <w:tcPr>
            <w:tcW w:w="5335" w:type="dxa"/>
            <w:gridSpan w:val="19"/>
            <w:tcBorders>
              <w:left w:val="single" w:sz="4" w:space="0" w:color="000000" w:themeColor="text1"/>
              <w:bottom w:val="single" w:sz="18" w:space="0" w:color="auto"/>
            </w:tcBorders>
            <w:vAlign w:val="center"/>
          </w:tcPr>
          <w:p w14:paraId="5D32562E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4D57CB">
              <w:rPr>
                <w:rFonts w:ascii="Century Gothic" w:hAnsi="Century Gothic" w:cs="Arial"/>
                <w:sz w:val="20"/>
                <w:szCs w:val="20"/>
                <w:lang w:val="en-ZA"/>
              </w:rPr>
              <w:t>A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re there a</w:t>
            </w:r>
            <w:r w:rsidRPr="004D57CB">
              <w:rPr>
                <w:rFonts w:ascii="Century Gothic" w:hAnsi="Century Gothic" w:cs="Arial"/>
                <w:sz w:val="20"/>
                <w:szCs w:val="20"/>
                <w:lang w:val="en-ZA"/>
              </w:rPr>
              <w:t>ny pending court case</w:t>
            </w:r>
            <w:r w:rsidR="00CD4CAD">
              <w:rPr>
                <w:rFonts w:ascii="Century Gothic" w:hAnsi="Century Gothic" w:cs="Arial"/>
                <w:sz w:val="20"/>
                <w:szCs w:val="20"/>
                <w:lang w:val="en-ZA"/>
              </w:rPr>
              <w:t>(s)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/ order</w:t>
            </w:r>
            <w:r w:rsidR="00CD4CAD">
              <w:rPr>
                <w:rFonts w:ascii="Century Gothic" w:hAnsi="Century Gothic" w:cs="Arial"/>
                <w:sz w:val="20"/>
                <w:szCs w:val="20"/>
                <w:lang w:val="en-ZA"/>
              </w:rPr>
              <w:t>(s)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relating to the subject property(</w:t>
            </w:r>
            <w:proofErr w:type="spell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ies</w:t>
            </w:r>
            <w:proofErr w:type="spell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)?</w:t>
            </w:r>
          </w:p>
        </w:tc>
        <w:tc>
          <w:tcPr>
            <w:tcW w:w="450" w:type="dxa"/>
            <w:gridSpan w:val="3"/>
            <w:tcBorders>
              <w:bottom w:val="single" w:sz="18" w:space="0" w:color="auto"/>
            </w:tcBorders>
            <w:vAlign w:val="center"/>
          </w:tcPr>
          <w:p w14:paraId="6F2106E3" w14:textId="65559592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A6A6A6" w:themeColor="background1" w:themeShade="A6"/>
                <w:sz w:val="20"/>
                <w:szCs w:val="20"/>
                <w:lang w:val="en-ZA"/>
              </w:rPr>
            </w:pPr>
          </w:p>
        </w:tc>
        <w:tc>
          <w:tcPr>
            <w:tcW w:w="448" w:type="dxa"/>
            <w:gridSpan w:val="2"/>
            <w:tcBorders>
              <w:bottom w:val="single" w:sz="18" w:space="0" w:color="auto"/>
            </w:tcBorders>
            <w:vAlign w:val="center"/>
          </w:tcPr>
          <w:p w14:paraId="61122D0C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A6A6A6" w:themeColor="background1" w:themeShade="A6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color w:val="A6A6A6" w:themeColor="background1" w:themeShade="A6"/>
                <w:sz w:val="20"/>
                <w:szCs w:val="20"/>
                <w:lang w:val="en-ZA"/>
              </w:rPr>
              <w:t>N</w:t>
            </w:r>
          </w:p>
        </w:tc>
        <w:tc>
          <w:tcPr>
            <w:tcW w:w="3721" w:type="dxa"/>
            <w:gridSpan w:val="8"/>
            <w:tcBorders>
              <w:bottom w:val="single" w:sz="18" w:space="0" w:color="auto"/>
            </w:tcBorders>
            <w:vAlign w:val="center"/>
          </w:tcPr>
          <w:p w14:paraId="1157057F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BB6068">
              <w:rPr>
                <w:rFonts w:ascii="Century Gothic" w:hAnsi="Century Gothic" w:cs="Arial"/>
                <w:sz w:val="20"/>
                <w:szCs w:val="20"/>
                <w:lang w:val="en-ZA"/>
              </w:rPr>
              <w:t>Are there any land claim(s) registered on the subject property(</w:t>
            </w:r>
            <w:proofErr w:type="spellStart"/>
            <w:r w:rsidRPr="00BB6068">
              <w:rPr>
                <w:rFonts w:ascii="Century Gothic" w:hAnsi="Century Gothic" w:cs="Arial"/>
                <w:sz w:val="20"/>
                <w:szCs w:val="20"/>
                <w:lang w:val="en-ZA"/>
              </w:rPr>
              <w:t>ies</w:t>
            </w:r>
            <w:proofErr w:type="spellEnd"/>
            <w:r w:rsidRPr="00BB6068">
              <w:rPr>
                <w:rFonts w:ascii="Century Gothic" w:hAnsi="Century Gothic" w:cs="Arial"/>
                <w:sz w:val="20"/>
                <w:szCs w:val="20"/>
                <w:lang w:val="en-ZA"/>
              </w:rPr>
              <w:t>)?</w:t>
            </w:r>
          </w:p>
        </w:tc>
        <w:tc>
          <w:tcPr>
            <w:tcW w:w="401" w:type="dxa"/>
            <w:tcBorders>
              <w:bottom w:val="single" w:sz="18" w:space="0" w:color="auto"/>
            </w:tcBorders>
            <w:vAlign w:val="center"/>
          </w:tcPr>
          <w:p w14:paraId="527A8E56" w14:textId="1F57F6DB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A6A6A6" w:themeColor="background1" w:themeShade="A6"/>
                <w:sz w:val="20"/>
                <w:szCs w:val="20"/>
                <w:lang w:val="en-ZA"/>
              </w:rPr>
            </w:pPr>
          </w:p>
        </w:tc>
        <w:tc>
          <w:tcPr>
            <w:tcW w:w="558" w:type="dxa"/>
            <w:tcBorders>
              <w:bottom w:val="single" w:sz="18" w:space="0" w:color="auto"/>
            </w:tcBorders>
            <w:vAlign w:val="center"/>
          </w:tcPr>
          <w:p w14:paraId="42B351BC" w14:textId="77777777" w:rsidR="008710FD" w:rsidRPr="00A8082D" w:rsidRDefault="008710FD" w:rsidP="006B0801">
            <w:pPr>
              <w:spacing w:line="276" w:lineRule="auto"/>
              <w:rPr>
                <w:rFonts w:ascii="Century Gothic" w:hAnsi="Century Gothic" w:cs="Arial"/>
                <w:color w:val="A6A6A6" w:themeColor="background1" w:themeShade="A6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color w:val="A6A6A6" w:themeColor="background1" w:themeShade="A6"/>
                <w:sz w:val="20"/>
                <w:szCs w:val="20"/>
                <w:lang w:val="en-ZA"/>
              </w:rPr>
              <w:t>N</w:t>
            </w:r>
          </w:p>
        </w:tc>
      </w:tr>
      <w:tr w:rsidR="008710FD" w:rsidRPr="00A8082D" w14:paraId="77879F6F" w14:textId="77777777" w:rsidTr="00333E9F">
        <w:tc>
          <w:tcPr>
            <w:tcW w:w="10913" w:type="dxa"/>
            <w:gridSpan w:val="34"/>
            <w:tcBorders>
              <w:top w:val="single" w:sz="18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DAED755" w14:textId="77777777" w:rsidR="008710FD" w:rsidRPr="00A8082D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PART</w:t>
            </w:r>
            <w:r w:rsidRPr="00A808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D: PRE-APPLICATION CONSULTATION</w:t>
            </w:r>
          </w:p>
        </w:tc>
      </w:tr>
      <w:tr w:rsidR="008710FD" w:rsidRPr="00A8082D" w14:paraId="34B53753" w14:textId="77777777" w:rsidTr="00333E9F">
        <w:tc>
          <w:tcPr>
            <w:tcW w:w="3668" w:type="dxa"/>
            <w:gridSpan w:val="12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8FC5113" w14:textId="77777777" w:rsidR="008710FD" w:rsidRPr="00A8082D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Has there been any pre-application consultation?</w:t>
            </w:r>
          </w:p>
        </w:tc>
        <w:tc>
          <w:tcPr>
            <w:tcW w:w="448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14:paraId="72BF012B" w14:textId="77777777" w:rsidR="008710FD" w:rsidRPr="00A8082D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Y</w:t>
            </w:r>
          </w:p>
        </w:tc>
        <w:tc>
          <w:tcPr>
            <w:tcW w:w="448" w:type="dxa"/>
            <w:gridSpan w:val="2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14:paraId="249CC276" w14:textId="0CA5E9DB" w:rsidR="008710FD" w:rsidRPr="00A8082D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</w:p>
        </w:tc>
        <w:tc>
          <w:tcPr>
            <w:tcW w:w="6349" w:type="dxa"/>
            <w:gridSpan w:val="19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14:paraId="2CDCFBD0" w14:textId="77777777" w:rsidR="008710FD" w:rsidRPr="00A8082D" w:rsidRDefault="008710FD" w:rsidP="007C7366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If </w:t>
            </w:r>
            <w:proofErr w:type="gramStart"/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Yes</w:t>
            </w:r>
            <w:proofErr w:type="gramEnd"/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, complete the in</w:t>
            </w:r>
            <w:r w:rsidR="007C7366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formation below and 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attach the minutes</w:t>
            </w:r>
            <w:r w:rsidR="007C7366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of the pre-application consultation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.</w:t>
            </w:r>
          </w:p>
        </w:tc>
      </w:tr>
      <w:tr w:rsidR="008710FD" w:rsidRPr="00A8082D" w14:paraId="056D3874" w14:textId="77777777" w:rsidTr="00333E9F">
        <w:tc>
          <w:tcPr>
            <w:tcW w:w="1717" w:type="dxa"/>
            <w:gridSpan w:val="3"/>
            <w:tcBorders>
              <w:left w:val="single" w:sz="4" w:space="0" w:color="000000" w:themeColor="text1"/>
              <w:bottom w:val="single" w:sz="18" w:space="0" w:color="000000" w:themeColor="text1"/>
            </w:tcBorders>
            <w:vAlign w:val="center"/>
          </w:tcPr>
          <w:p w14:paraId="2718400C" w14:textId="77777777" w:rsidR="008710FD" w:rsidRPr="00A8082D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Official’s name</w:t>
            </w:r>
          </w:p>
        </w:tc>
        <w:tc>
          <w:tcPr>
            <w:tcW w:w="1951" w:type="dxa"/>
            <w:gridSpan w:val="9"/>
            <w:tcBorders>
              <w:left w:val="single" w:sz="4" w:space="0" w:color="auto"/>
              <w:bottom w:val="single" w:sz="18" w:space="0" w:color="000000" w:themeColor="text1"/>
            </w:tcBorders>
            <w:vAlign w:val="center"/>
          </w:tcPr>
          <w:p w14:paraId="685DDE7B" w14:textId="00B0C3B7" w:rsidR="008710FD" w:rsidRPr="00A8082D" w:rsidRDefault="00613F96" w:rsidP="006B0801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C Wright</w:t>
            </w:r>
          </w:p>
        </w:tc>
        <w:tc>
          <w:tcPr>
            <w:tcW w:w="1559" w:type="dxa"/>
            <w:gridSpan w:val="6"/>
            <w:tcBorders>
              <w:bottom w:val="single" w:sz="18" w:space="0" w:color="000000" w:themeColor="text1"/>
            </w:tcBorders>
            <w:vAlign w:val="center"/>
          </w:tcPr>
          <w:p w14:paraId="742CF184" w14:textId="77777777" w:rsidR="008710FD" w:rsidRPr="00A8082D" w:rsidRDefault="007C7366" w:rsidP="006B0801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Reference N</w:t>
            </w:r>
            <w:r w:rsidR="008710FD"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umber </w:t>
            </w:r>
          </w:p>
        </w:tc>
        <w:tc>
          <w:tcPr>
            <w:tcW w:w="1862" w:type="dxa"/>
            <w:gridSpan w:val="9"/>
            <w:tcBorders>
              <w:bottom w:val="single" w:sz="18" w:space="0" w:color="000000" w:themeColor="text1"/>
            </w:tcBorders>
            <w:vAlign w:val="center"/>
          </w:tcPr>
          <w:p w14:paraId="7B3A572D" w14:textId="5A881299" w:rsidR="008710FD" w:rsidRPr="00A8082D" w:rsidRDefault="006E557D" w:rsidP="006B0801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12/3/2</w:t>
            </w:r>
          </w:p>
        </w:tc>
        <w:tc>
          <w:tcPr>
            <w:tcW w:w="1849" w:type="dxa"/>
            <w:gridSpan w:val="4"/>
            <w:tcBorders>
              <w:bottom w:val="single" w:sz="18" w:space="0" w:color="000000" w:themeColor="text1"/>
            </w:tcBorders>
            <w:vAlign w:val="center"/>
          </w:tcPr>
          <w:p w14:paraId="082F4DDD" w14:textId="77777777" w:rsidR="008710FD" w:rsidRPr="00A8082D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Date of consultation</w:t>
            </w:r>
          </w:p>
        </w:tc>
        <w:tc>
          <w:tcPr>
            <w:tcW w:w="1975" w:type="dxa"/>
            <w:gridSpan w:val="3"/>
            <w:tcBorders>
              <w:bottom w:val="single" w:sz="18" w:space="0" w:color="000000" w:themeColor="text1"/>
            </w:tcBorders>
            <w:vAlign w:val="center"/>
          </w:tcPr>
          <w:p w14:paraId="19CADC26" w14:textId="77777777" w:rsidR="008710FD" w:rsidRPr="00A8082D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</w:p>
          <w:p w14:paraId="166C4E83" w14:textId="77777777" w:rsidR="008710FD" w:rsidRDefault="008710FD" w:rsidP="006B0801">
            <w:pPr>
              <w:spacing w:line="276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</w:p>
          <w:p w14:paraId="540CAD9D" w14:textId="15FE3A35" w:rsidR="008710FD" w:rsidRPr="00A8082D" w:rsidRDefault="006E557D" w:rsidP="006B0801">
            <w:pPr>
              <w:spacing w:line="276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30/08/2023</w:t>
            </w:r>
          </w:p>
        </w:tc>
      </w:tr>
      <w:tr w:rsidR="008710FD" w:rsidRPr="00A8082D" w14:paraId="1B3781D4" w14:textId="77777777" w:rsidTr="00333E9F">
        <w:tc>
          <w:tcPr>
            <w:tcW w:w="10913" w:type="dxa"/>
            <w:gridSpan w:val="34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A1B7A81" w14:textId="77777777" w:rsidR="008710FD" w:rsidRPr="006B0801" w:rsidRDefault="008710FD" w:rsidP="00BE4DF0">
            <w:pPr>
              <w:spacing w:line="271" w:lineRule="auto"/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PART E: LAND </w:t>
            </w:r>
            <w:r w:rsidR="008B4E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USE PLANNING</w:t>
            </w: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APPL</w:t>
            </w:r>
            <w:r w:rsidR="00936411"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ICATION</w:t>
            </w:r>
            <w:r w:rsidR="00EA693C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S</w:t>
            </w:r>
            <w:r w:rsidR="00936411"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IN TERMS OF </w:t>
            </w:r>
            <w:r w:rsidR="00936411" w:rsidRPr="00BE4DF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SECTION 15 </w:t>
            </w:r>
            <w:r w:rsidR="00414080" w:rsidRPr="00C46ED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OF THE </w:t>
            </w:r>
            <w:r w:rsidR="00414080" w:rsidRPr="00C46ED0">
              <w:rPr>
                <w:rFonts w:ascii="Century Gothic" w:hAnsi="Century Gothic" w:cs="Arial"/>
                <w:b/>
                <w:sz w:val="20"/>
                <w:szCs w:val="20"/>
              </w:rPr>
              <w:t>BY-LAW ON MUNICIPAL LAND USE PLANNING FOR BEAUFORT WEST MUNICIPALITY</w:t>
            </w:r>
            <w:r w:rsidR="00BE4DF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proofErr w:type="gramStart"/>
            <w:r w:rsidR="00EA693C" w:rsidRPr="00EA693C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AND </w:t>
            </w:r>
            <w:r w:rsidR="00936411"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APPLICATION</w:t>
            </w:r>
            <w:proofErr w:type="gramEnd"/>
            <w:r w:rsidR="00936411"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</w:t>
            </w: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FEES PAYABLE</w:t>
            </w:r>
          </w:p>
        </w:tc>
      </w:tr>
      <w:tr w:rsidR="008710FD" w:rsidRPr="006B0801" w14:paraId="3E983764" w14:textId="77777777" w:rsidTr="00333E9F">
        <w:trPr>
          <w:cantSplit/>
          <w:trHeight w:val="345"/>
        </w:trPr>
        <w:tc>
          <w:tcPr>
            <w:tcW w:w="622" w:type="dxa"/>
            <w:tcBorders>
              <w:top w:val="single" w:sz="18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6920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Tick</w:t>
            </w:r>
          </w:p>
        </w:tc>
        <w:tc>
          <w:tcPr>
            <w:tcW w:w="1095" w:type="dxa"/>
            <w:gridSpan w:val="2"/>
            <w:tcBorders>
              <w:top w:val="single" w:sz="18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9B290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Section</w:t>
            </w:r>
          </w:p>
        </w:tc>
        <w:tc>
          <w:tcPr>
            <w:tcW w:w="7221" w:type="dxa"/>
            <w:gridSpan w:val="28"/>
            <w:tcBorders>
              <w:top w:val="single" w:sz="18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41228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Type of application</w:t>
            </w:r>
          </w:p>
        </w:tc>
        <w:tc>
          <w:tcPr>
            <w:tcW w:w="1975" w:type="dxa"/>
            <w:gridSpan w:val="3"/>
            <w:tcBorders>
              <w:top w:val="single" w:sz="18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96C2F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Cost</w:t>
            </w:r>
          </w:p>
        </w:tc>
      </w:tr>
      <w:tr w:rsidR="008710FD" w:rsidRPr="006B0801" w14:paraId="17871777" w14:textId="77777777" w:rsidTr="00333E9F">
        <w:trPr>
          <w:cantSplit/>
          <w:trHeight w:val="34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1DBE1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D3DCD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2(a)</w:t>
            </w:r>
          </w:p>
        </w:tc>
        <w:tc>
          <w:tcPr>
            <w:tcW w:w="7221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28AD13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rezoning of land; 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4964F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A6A6A6" w:themeColor="background1" w:themeShade="A6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7C72E393" w14:textId="77777777" w:rsidTr="00333E9F">
        <w:trPr>
          <w:cantSplit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DDA3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92E6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2(b)</w:t>
            </w:r>
          </w:p>
        </w:tc>
        <w:tc>
          <w:tcPr>
            <w:tcW w:w="7221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75D8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permanent departure from the development parameters of the zoning scheme; 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7B5B6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75B799BF" w14:textId="77777777" w:rsidTr="00333E9F">
        <w:trPr>
          <w:cantSplit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8426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887D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2(c)</w:t>
            </w:r>
          </w:p>
        </w:tc>
        <w:tc>
          <w:tcPr>
            <w:tcW w:w="7221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DF5A" w14:textId="77777777" w:rsidR="008710FD" w:rsidRPr="006B0801" w:rsidRDefault="008710FD" w:rsidP="006F0C8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departure </w:t>
            </w:r>
            <w:r w:rsidR="006F0C8F">
              <w:rPr>
                <w:rFonts w:ascii="Century Gothic" w:hAnsi="Century Gothic" w:cs="Arial"/>
                <w:sz w:val="20"/>
                <w:szCs w:val="20"/>
                <w:lang w:val="en-ZA"/>
              </w:rPr>
              <w:t>granted on a temporary basis to utilise land for a purpose not permitted in terms of the primary rights of the zoning applicable to the land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; 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6586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1F707F8B" w14:textId="77777777" w:rsidTr="00333E9F">
        <w:trPr>
          <w:cantSplit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2CF3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23CB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2(d)</w:t>
            </w:r>
          </w:p>
        </w:tc>
        <w:tc>
          <w:tcPr>
            <w:tcW w:w="7221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0174" w14:textId="77777777" w:rsidR="008710FD" w:rsidRPr="006B0801" w:rsidRDefault="008710FD" w:rsidP="009B530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subdivision of land that is not exempted in terms of section </w:t>
            </w: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</w:t>
            </w:r>
            <w:r w:rsidR="009B530E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4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, including the registration of a servitude or lease agreement; 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AFC2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0944F796" w14:textId="77777777" w:rsidTr="00333E9F">
        <w:trPr>
          <w:cantSplit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B7B6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8E24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2(e)</w:t>
            </w:r>
          </w:p>
        </w:tc>
        <w:tc>
          <w:tcPr>
            <w:tcW w:w="7221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F0CB" w14:textId="77777777" w:rsidR="008710FD" w:rsidRPr="006B0801" w:rsidRDefault="008710FD" w:rsidP="009B530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consolidation of land </w:t>
            </w:r>
            <w:r w:rsidR="009B530E">
              <w:rPr>
                <w:rFonts w:ascii="Century Gothic" w:hAnsi="Century Gothic" w:cs="Arial"/>
                <w:sz w:val="20"/>
                <w:szCs w:val="20"/>
                <w:lang w:val="en-ZA"/>
              </w:rPr>
              <w:t>that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is not exempted in terms of section </w:t>
            </w: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</w:t>
            </w:r>
            <w:r w:rsidR="009B530E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4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; 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5D02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7A68313B" w14:textId="77777777" w:rsidTr="00333E9F">
        <w:trPr>
          <w:cantSplit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F183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lastRenderedPageBreak/>
              <w:t>√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F506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2(f)</w:t>
            </w:r>
          </w:p>
        </w:tc>
        <w:tc>
          <w:tcPr>
            <w:tcW w:w="7221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B722" w14:textId="77777777" w:rsidR="008710FD" w:rsidRPr="006B0801" w:rsidRDefault="009B530E" w:rsidP="009B530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removal, </w:t>
            </w:r>
            <w:proofErr w:type="gram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suspension</w:t>
            </w:r>
            <w:proofErr w:type="gram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or amendment of r</w:t>
            </w:r>
            <w:r w:rsidR="008710FD"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estrictive conditions in respect of a land unit; 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93F90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32ED52B6" w14:textId="77777777" w:rsidTr="00333E9F">
        <w:trPr>
          <w:cantSplit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996F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E841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2(g)</w:t>
            </w:r>
          </w:p>
        </w:tc>
        <w:tc>
          <w:tcPr>
            <w:tcW w:w="7221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D08C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permission required in terms of the zoning scheme; 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308C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48D4E239" w14:textId="77777777" w:rsidTr="00333E9F">
        <w:trPr>
          <w:cantSplit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E084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FDF8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2(h)</w:t>
            </w:r>
          </w:p>
        </w:tc>
        <w:tc>
          <w:tcPr>
            <w:tcW w:w="7221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0104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an amendment, </w:t>
            </w:r>
            <w:proofErr w:type="gramStart"/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>deletion</w:t>
            </w:r>
            <w:proofErr w:type="gramEnd"/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or imposition of conditions in respect of an existing approval; 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BBD6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59F46567" w14:textId="77777777" w:rsidTr="00333E9F">
        <w:trPr>
          <w:cantSplit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8A9C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5DB6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</w:t>
            </w:r>
            <w:proofErr w:type="spellStart"/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i</w:t>
            </w:r>
            <w:proofErr w:type="spellEnd"/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)</w:t>
            </w:r>
          </w:p>
        </w:tc>
        <w:tc>
          <w:tcPr>
            <w:tcW w:w="7221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DD32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>an extension of the validity period of an approval;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84FA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2ADCF53B" w14:textId="77777777" w:rsidTr="00333E9F">
        <w:trPr>
          <w:cantSplit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17A2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54F5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2(j)</w:t>
            </w:r>
          </w:p>
        </w:tc>
        <w:tc>
          <w:tcPr>
            <w:tcW w:w="7221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E9D6" w14:textId="77777777" w:rsidR="008710FD" w:rsidRPr="006B0801" w:rsidRDefault="008710FD" w:rsidP="009B530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>an approval o</w:t>
            </w:r>
            <w:r w:rsidR="009B530E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f an overlay zone as contemplated 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in the zoning scheme; 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7E5F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2FB73B28" w14:textId="77777777" w:rsidTr="00333E9F">
        <w:trPr>
          <w:cantSplit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8F6E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553D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2(k)</w:t>
            </w:r>
          </w:p>
        </w:tc>
        <w:tc>
          <w:tcPr>
            <w:tcW w:w="7221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DCC0" w14:textId="77777777" w:rsidR="008710FD" w:rsidRPr="006B0801" w:rsidRDefault="009B530E" w:rsidP="009B530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an </w:t>
            </w:r>
            <w:r w:rsidR="008710FD"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>amendment or cancellation of a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n approved subdivision</w:t>
            </w:r>
            <w:r w:rsidR="008710FD"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plan or part thereof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, including a general plan or diagram</w:t>
            </w:r>
            <w:r w:rsidR="008710FD"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; 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988D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637A34B6" w14:textId="77777777" w:rsidTr="00333E9F">
        <w:trPr>
          <w:cantSplit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3085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20A0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2(l)</w:t>
            </w:r>
          </w:p>
        </w:tc>
        <w:tc>
          <w:tcPr>
            <w:tcW w:w="722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90D0" w14:textId="77777777" w:rsidR="008710FD" w:rsidRPr="006B0801" w:rsidRDefault="008710FD" w:rsidP="009B530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permission required in terms of </w:t>
            </w:r>
            <w:r w:rsidR="009B530E">
              <w:rPr>
                <w:rFonts w:ascii="Century Gothic" w:hAnsi="Century Gothic" w:cs="Arial"/>
                <w:sz w:val="20"/>
                <w:szCs w:val="20"/>
                <w:lang w:val="en-ZA"/>
              </w:rPr>
              <w:t>a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condition of approval; 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4A9E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18A52025" w14:textId="77777777" w:rsidTr="00333E9F">
        <w:trPr>
          <w:cantSplit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157D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4FCE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2(m)</w:t>
            </w:r>
          </w:p>
        </w:tc>
        <w:tc>
          <w:tcPr>
            <w:tcW w:w="7221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3AD1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determination of a zoning; 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71D8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71D3818B" w14:textId="77777777" w:rsidTr="00333E9F">
        <w:trPr>
          <w:cantSplit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F985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2122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2(n)</w:t>
            </w:r>
          </w:p>
        </w:tc>
        <w:tc>
          <w:tcPr>
            <w:tcW w:w="7221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E992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>a closure of a public place or part thereof;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662D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8710FD" w:rsidRPr="006B0801" w14:paraId="08EE9266" w14:textId="77777777" w:rsidTr="00333E9F">
        <w:trPr>
          <w:cantSplit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B059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341A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2(o)</w:t>
            </w:r>
          </w:p>
        </w:tc>
        <w:tc>
          <w:tcPr>
            <w:tcW w:w="7221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2A741" w14:textId="77777777" w:rsidR="008710FD" w:rsidRPr="006B0801" w:rsidRDefault="008710FD" w:rsidP="009B530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consent use </w:t>
            </w:r>
            <w:r w:rsidR="009B530E">
              <w:rPr>
                <w:rFonts w:ascii="Century Gothic" w:hAnsi="Century Gothic" w:cs="Arial"/>
                <w:sz w:val="20"/>
                <w:szCs w:val="20"/>
                <w:lang w:val="en-ZA"/>
              </w:rPr>
              <w:t>contemplated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in the zoning scheme;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5256" w14:textId="59AD2382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  <w:r w:rsidR="006442ED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772.74</w:t>
            </w:r>
          </w:p>
        </w:tc>
      </w:tr>
      <w:tr w:rsidR="008710FD" w:rsidRPr="006B0801" w14:paraId="26F9E652" w14:textId="77777777" w:rsidTr="00333E9F">
        <w:trPr>
          <w:cantSplit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0EC6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92DB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2(p)</w:t>
            </w:r>
          </w:p>
        </w:tc>
        <w:tc>
          <w:tcPr>
            <w:tcW w:w="7221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95A1" w14:textId="77777777" w:rsidR="008710FD" w:rsidRPr="006B0801" w:rsidRDefault="008710FD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>an occasional use of land;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1290" w14:textId="77777777" w:rsidR="008710FD" w:rsidRPr="006B0801" w:rsidRDefault="008710FD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9B530E" w:rsidRPr="006B0801" w14:paraId="47732161" w14:textId="77777777" w:rsidTr="00333E9F">
        <w:trPr>
          <w:cantSplit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A09E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BC84" w14:textId="77777777" w:rsidR="009B530E" w:rsidRPr="006B0801" w:rsidRDefault="009B530E" w:rsidP="009B530E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</w:t>
            </w:r>
            <w:r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q</w:t>
            </w: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)</w:t>
            </w:r>
          </w:p>
        </w:tc>
        <w:tc>
          <w:tcPr>
            <w:tcW w:w="7221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FC1B" w14:textId="77777777" w:rsidR="009B530E" w:rsidRPr="006B0801" w:rsidRDefault="009B530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to disestablish a </w:t>
            </w:r>
            <w:proofErr w:type="gram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home owner’s</w:t>
            </w:r>
            <w:proofErr w:type="gram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association;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5DB8" w14:textId="77777777" w:rsidR="009B530E" w:rsidRPr="006B0801" w:rsidRDefault="009B530E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9B530E" w:rsidRPr="006B0801" w14:paraId="6622585E" w14:textId="77777777" w:rsidTr="00333E9F">
        <w:trPr>
          <w:cantSplit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4F4C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CDE8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2(r</w:t>
            </w: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)</w:t>
            </w:r>
          </w:p>
        </w:tc>
        <w:tc>
          <w:tcPr>
            <w:tcW w:w="7221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1912" w14:textId="77777777" w:rsidR="009B530E" w:rsidRPr="006B0801" w:rsidRDefault="009B530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to rectify a failure by a </w:t>
            </w:r>
            <w:proofErr w:type="gram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home owner’s</w:t>
            </w:r>
            <w:proofErr w:type="gram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association to meet its obligations in respect of the control over or maintenance of services;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8E92" w14:textId="77777777" w:rsidR="009B530E" w:rsidRPr="006B0801" w:rsidRDefault="009B530E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9B530E" w:rsidRPr="006B0801" w14:paraId="006633F4" w14:textId="77777777" w:rsidTr="00333E9F">
        <w:trPr>
          <w:cantSplit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0C7A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879A" w14:textId="77777777" w:rsidR="009B530E" w:rsidRPr="006B0801" w:rsidRDefault="009B530E" w:rsidP="009B530E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2(</w:t>
            </w:r>
            <w:r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s</w:t>
            </w:r>
            <w:r w:rsidRPr="006B0801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)</w:t>
            </w:r>
          </w:p>
        </w:tc>
        <w:tc>
          <w:tcPr>
            <w:tcW w:w="7221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EC46" w14:textId="77777777" w:rsidR="009B530E" w:rsidRPr="006B0801" w:rsidRDefault="009B530E" w:rsidP="006B080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 permission required for the reconstruction of an existing building that constitutes a non-conforming use that is destroyed or damaged to the extent that it is necessary to demolish a substantial part of the building. 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C56FE4B" w14:textId="77777777" w:rsidR="009B530E" w:rsidRPr="006B0801" w:rsidRDefault="009B530E" w:rsidP="006B0801">
            <w:pPr>
              <w:spacing w:line="276" w:lineRule="auto"/>
              <w:ind w:left="252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9B530E" w:rsidRPr="006B0801" w14:paraId="7F604C18" w14:textId="77777777" w:rsidTr="00333E9F">
        <w:trPr>
          <w:cantSplit/>
        </w:trPr>
        <w:tc>
          <w:tcPr>
            <w:tcW w:w="8938" w:type="dxa"/>
            <w:gridSpan w:val="31"/>
            <w:tcBorders>
              <w:left w:val="single" w:sz="4" w:space="0" w:color="auto"/>
              <w:bottom w:val="single" w:sz="2" w:space="0" w:color="000000" w:themeColor="text1"/>
              <w:right w:val="single" w:sz="18" w:space="0" w:color="auto"/>
            </w:tcBorders>
            <w:vAlign w:val="center"/>
          </w:tcPr>
          <w:p w14:paraId="6BE3CDA9" w14:textId="77777777" w:rsidR="009B530E" w:rsidRPr="006B0801" w:rsidRDefault="009B530E" w:rsidP="006B0801">
            <w:pPr>
              <w:spacing w:line="276" w:lineRule="auto"/>
              <w:jc w:val="right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TOTAL A</w:t>
            </w: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:</w:t>
            </w:r>
          </w:p>
        </w:tc>
        <w:tc>
          <w:tcPr>
            <w:tcW w:w="197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55CB2D" w14:textId="7349134C" w:rsidR="009B530E" w:rsidRPr="006B0801" w:rsidRDefault="009B530E" w:rsidP="006B0801">
            <w:pPr>
              <w:spacing w:line="276" w:lineRule="auto"/>
              <w:ind w:left="252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R</w:t>
            </w:r>
            <w:r w:rsidR="006442E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772.74</w:t>
            </w:r>
          </w:p>
        </w:tc>
      </w:tr>
      <w:tr w:rsidR="009B530E" w:rsidRPr="00A8082D" w14:paraId="34F239E5" w14:textId="77777777" w:rsidTr="00333E9F">
        <w:tc>
          <w:tcPr>
            <w:tcW w:w="10913" w:type="dxa"/>
            <w:gridSpan w:val="3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C543140" w14:textId="77777777" w:rsidR="009B530E" w:rsidRPr="006B0801" w:rsidRDefault="009B530E" w:rsidP="00CD4CAD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PRESCRIBED NOTICE AND FEES</w:t>
            </w:r>
            <w:r w:rsidR="00CD4CA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**</w:t>
            </w: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</w:t>
            </w:r>
            <w:r w:rsidRPr="00EA693C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(</w:t>
            </w:r>
            <w:r w:rsidR="00EA693C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for completion and use by official</w:t>
            </w:r>
            <w:r w:rsidRPr="00EA693C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)</w:t>
            </w:r>
          </w:p>
        </w:tc>
      </w:tr>
      <w:tr w:rsidR="009B530E" w:rsidRPr="006B0801" w14:paraId="7B7BB189" w14:textId="77777777" w:rsidTr="00333E9F">
        <w:trPr>
          <w:cantSplit/>
          <w:trHeight w:val="345"/>
        </w:trPr>
        <w:tc>
          <w:tcPr>
            <w:tcW w:w="62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4BA3D145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Tick</w:t>
            </w:r>
          </w:p>
        </w:tc>
        <w:tc>
          <w:tcPr>
            <w:tcW w:w="290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01E0E" w14:textId="77777777" w:rsidR="009B530E" w:rsidRPr="006B0801" w:rsidRDefault="009B530E" w:rsidP="00716C8B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Notification of application in media</w:t>
            </w:r>
          </w:p>
        </w:tc>
        <w:tc>
          <w:tcPr>
            <w:tcW w:w="5391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DDEB2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Type of application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523CF" w14:textId="77777777" w:rsidR="009B530E" w:rsidRPr="006B0801" w:rsidRDefault="009B530E" w:rsidP="001F3B46">
            <w:pPr>
              <w:spacing w:line="276" w:lineRule="auto"/>
              <w:ind w:left="252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Cost</w:t>
            </w:r>
          </w:p>
        </w:tc>
      </w:tr>
      <w:tr w:rsidR="00333E9F" w:rsidRPr="006B0801" w14:paraId="2518C0AC" w14:textId="77777777" w:rsidTr="00333E9F">
        <w:trPr>
          <w:cantSplit/>
          <w:trHeight w:val="345"/>
        </w:trPr>
        <w:tc>
          <w:tcPr>
            <w:tcW w:w="62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356BFD7" w14:textId="77777777" w:rsidR="00333E9F" w:rsidRPr="006B0801" w:rsidRDefault="00333E9F" w:rsidP="001F3B46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290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8AAD" w14:textId="77777777" w:rsidR="00333E9F" w:rsidRPr="006B0801" w:rsidRDefault="00333E9F" w:rsidP="001F3B46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SERVING OF NOTICES</w:t>
            </w:r>
          </w:p>
          <w:p w14:paraId="2976D415" w14:textId="77777777" w:rsidR="00333E9F" w:rsidRPr="006B0801" w:rsidRDefault="00333E9F" w:rsidP="001F3B46">
            <w:pPr>
              <w:spacing w:line="276" w:lineRule="auto"/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PUBLICATION OF NOTICES</w:t>
            </w:r>
          </w:p>
        </w:tc>
        <w:tc>
          <w:tcPr>
            <w:tcW w:w="5391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2FD2C" w14:textId="77777777" w:rsidR="00333E9F" w:rsidRPr="006B0801" w:rsidRDefault="00333E9F" w:rsidP="001F3B46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Delivering by hand; registered post; data messages</w:t>
            </w:r>
          </w:p>
          <w:p w14:paraId="43A76F21" w14:textId="77777777" w:rsidR="00333E9F" w:rsidRPr="006B0801" w:rsidRDefault="00333E9F" w:rsidP="001F3B46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>Local Newspaper(s)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; </w:t>
            </w:r>
            <w:r w:rsidRPr="001F3B46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Provincial Gazette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; site notice; Municipality’s website</w:t>
            </w:r>
          </w:p>
        </w:tc>
        <w:tc>
          <w:tcPr>
            <w:tcW w:w="19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F1F48" w14:textId="4B857329" w:rsidR="00333E9F" w:rsidRPr="006B0801" w:rsidRDefault="00333E9F" w:rsidP="001F3B46">
            <w:pPr>
              <w:spacing w:line="276" w:lineRule="auto"/>
              <w:ind w:left="257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  <w:r w:rsidR="006442ED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3099.44</w:t>
            </w:r>
          </w:p>
          <w:p w14:paraId="213FBBEA" w14:textId="77777777" w:rsidR="00333E9F" w:rsidRPr="006B0801" w:rsidRDefault="00333E9F" w:rsidP="001F3B46">
            <w:pPr>
              <w:spacing w:line="276" w:lineRule="auto"/>
              <w:ind w:left="257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333E9F" w:rsidRPr="006B0801" w14:paraId="199F2E56" w14:textId="77777777" w:rsidTr="00333E9F">
        <w:trPr>
          <w:cantSplit/>
          <w:trHeight w:val="345"/>
        </w:trPr>
        <w:tc>
          <w:tcPr>
            <w:tcW w:w="62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41A456F5" w14:textId="77777777" w:rsidR="00333E9F" w:rsidRPr="006B0801" w:rsidRDefault="00333E9F" w:rsidP="001F3B46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2906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8D1FD" w14:textId="77777777" w:rsidR="00333E9F" w:rsidRPr="006B0801" w:rsidRDefault="00333E9F" w:rsidP="001F3B46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5391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C0B5" w14:textId="77777777" w:rsidR="00333E9F" w:rsidRPr="00CD4CAD" w:rsidRDefault="00333E9F" w:rsidP="001F3B46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19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9CBE0" w14:textId="77777777" w:rsidR="00333E9F" w:rsidRPr="006B0801" w:rsidRDefault="00333E9F" w:rsidP="001F3B46">
            <w:pPr>
              <w:spacing w:line="276" w:lineRule="auto"/>
              <w:ind w:left="257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9B530E" w:rsidRPr="006B0801" w14:paraId="2F10CDC7" w14:textId="77777777" w:rsidTr="00333E9F">
        <w:trPr>
          <w:cantSplit/>
          <w:trHeight w:val="345"/>
        </w:trPr>
        <w:tc>
          <w:tcPr>
            <w:tcW w:w="62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AC16A8B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290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10D0B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CD4CA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ADDITIONAL PUBLICATION OF NOTICES</w:t>
            </w:r>
          </w:p>
        </w:tc>
        <w:tc>
          <w:tcPr>
            <w:tcW w:w="5391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E41D4" w14:textId="77777777" w:rsidR="009B530E" w:rsidRPr="006B0801" w:rsidRDefault="009B530E" w:rsidP="00CD4CAD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>Site notice, public meeting, local radio</w:t>
            </w:r>
            <w:r w:rsidR="00CD4CA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station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, </w:t>
            </w:r>
            <w:r w:rsidR="00CD4CA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Municipality’s 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website, letters of consent </w:t>
            </w:r>
            <w:r w:rsidR="00CD4CAD">
              <w:rPr>
                <w:rFonts w:ascii="Century Gothic" w:hAnsi="Century Gothic" w:cs="Arial"/>
                <w:sz w:val="20"/>
                <w:szCs w:val="20"/>
                <w:lang w:val="en-ZA"/>
              </w:rPr>
              <w:t>or objection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02BE6" w14:textId="77777777" w:rsidR="009B530E" w:rsidRPr="006B0801" w:rsidRDefault="009B530E" w:rsidP="001F3B46">
            <w:pPr>
              <w:spacing w:line="276" w:lineRule="auto"/>
              <w:ind w:left="257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9B530E" w:rsidRPr="006B0801" w14:paraId="41ADEFBC" w14:textId="77777777" w:rsidTr="00333E9F">
        <w:trPr>
          <w:cantSplit/>
          <w:trHeight w:val="345"/>
        </w:trPr>
        <w:tc>
          <w:tcPr>
            <w:tcW w:w="62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32B3201D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290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3C3B1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A21AC3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NOTICE</w:t>
            </w:r>
            <w:r w:rsidR="00A21AC3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OF DECISION</w:t>
            </w:r>
          </w:p>
        </w:tc>
        <w:tc>
          <w:tcPr>
            <w:tcW w:w="5391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717E4" w14:textId="77777777" w:rsidR="009B530E" w:rsidRPr="001F3B46" w:rsidRDefault="009B530E" w:rsidP="001F3B46">
            <w:pPr>
              <w:spacing w:line="276" w:lineRule="auto"/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</w:pPr>
            <w:r w:rsidRPr="001F3B46"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  <w:t>Provincial Gazette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C87AE" w14:textId="268495F5" w:rsidR="009B530E" w:rsidRPr="006B0801" w:rsidRDefault="009B530E" w:rsidP="001F3B46">
            <w:pPr>
              <w:spacing w:line="276" w:lineRule="auto"/>
              <w:ind w:left="257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</w:t>
            </w:r>
            <w:r w:rsidR="006442ED">
              <w:rPr>
                <w:rFonts w:ascii="Century Gothic" w:hAnsi="Century Gothic" w:cs="Arial"/>
                <w:sz w:val="20"/>
                <w:szCs w:val="20"/>
                <w:lang w:val="en-ZA"/>
              </w:rPr>
              <w:t>1550.78</w:t>
            </w:r>
          </w:p>
        </w:tc>
      </w:tr>
      <w:tr w:rsidR="009B530E" w:rsidRPr="006B0801" w14:paraId="6F13226C" w14:textId="77777777" w:rsidTr="00333E9F">
        <w:trPr>
          <w:cantSplit/>
          <w:trHeight w:val="345"/>
        </w:trPr>
        <w:tc>
          <w:tcPr>
            <w:tcW w:w="62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48D2CAC0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BFBFBF" w:themeColor="background1" w:themeShade="BF"/>
                <w:sz w:val="20"/>
                <w:szCs w:val="20"/>
                <w:lang w:val="en-ZA"/>
              </w:rPr>
              <w:t>√</w:t>
            </w:r>
          </w:p>
        </w:tc>
        <w:tc>
          <w:tcPr>
            <w:tcW w:w="290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8FE37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INTEGRATED PROCEDURES</w:t>
            </w:r>
          </w:p>
        </w:tc>
        <w:tc>
          <w:tcPr>
            <w:tcW w:w="5391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D7559" w14:textId="77777777" w:rsidR="009B530E" w:rsidRPr="006B0801" w:rsidRDefault="009B530E" w:rsidP="001F3B46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>T.B.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C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AA5B" w14:textId="77777777" w:rsidR="009B530E" w:rsidRPr="006B0801" w:rsidRDefault="009B530E" w:rsidP="001F3B46">
            <w:pPr>
              <w:spacing w:line="276" w:lineRule="auto"/>
              <w:ind w:left="257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6B080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R</w:t>
            </w:r>
          </w:p>
        </w:tc>
      </w:tr>
      <w:tr w:rsidR="009B530E" w:rsidRPr="00A8082D" w14:paraId="4501D8C8" w14:textId="77777777" w:rsidTr="00333E9F">
        <w:tc>
          <w:tcPr>
            <w:tcW w:w="8948" w:type="dxa"/>
            <w:gridSpan w:val="31"/>
            <w:tcBorders>
              <w:top w:val="single" w:sz="2" w:space="0" w:color="000000" w:themeColor="text1"/>
              <w:left w:val="single" w:sz="4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vAlign w:val="center"/>
          </w:tcPr>
          <w:p w14:paraId="4C1C805F" w14:textId="77777777" w:rsidR="009B530E" w:rsidRPr="006B0801" w:rsidRDefault="009B530E" w:rsidP="00103BA1">
            <w:pPr>
              <w:spacing w:line="276" w:lineRule="auto"/>
              <w:jc w:val="right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TOTAL B</w:t>
            </w:r>
            <w:r w:rsidRPr="006B080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:</w:t>
            </w:r>
          </w:p>
        </w:tc>
        <w:tc>
          <w:tcPr>
            <w:tcW w:w="1965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7C758F27" w14:textId="1CC66A56" w:rsidR="009B530E" w:rsidRPr="00103BA1" w:rsidRDefault="00187CE0" w:rsidP="006B0801">
            <w:pPr>
              <w:spacing w:line="276" w:lineRule="auto"/>
              <w:ind w:left="257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R4650.22</w:t>
            </w:r>
          </w:p>
        </w:tc>
      </w:tr>
      <w:tr w:rsidR="009B530E" w:rsidRPr="00A8082D" w14:paraId="5C138774" w14:textId="77777777" w:rsidTr="00333E9F">
        <w:tc>
          <w:tcPr>
            <w:tcW w:w="8948" w:type="dxa"/>
            <w:gridSpan w:val="31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14:paraId="72E6562E" w14:textId="77777777" w:rsidR="009B530E" w:rsidRDefault="009B530E" w:rsidP="00103BA1">
            <w:pPr>
              <w:spacing w:line="276" w:lineRule="auto"/>
              <w:jc w:val="right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b/>
                <w:sz w:val="20"/>
                <w:szCs w:val="20"/>
                <w:u w:val="single"/>
                <w:lang w:val="en-ZA"/>
              </w:rPr>
              <w:t>TOTAL APPLICATION FEES</w:t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*</w:t>
            </w:r>
          </w:p>
          <w:p w14:paraId="098527A3" w14:textId="77777777" w:rsidR="009B530E" w:rsidRPr="006B0801" w:rsidRDefault="009B530E" w:rsidP="00103BA1">
            <w:pPr>
              <w:spacing w:line="276" w:lineRule="auto"/>
              <w:jc w:val="right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(TOTAL A + B)</w:t>
            </w:r>
          </w:p>
        </w:tc>
        <w:tc>
          <w:tcPr>
            <w:tcW w:w="1965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44E54AE" w14:textId="469B3300" w:rsidR="009B530E" w:rsidRPr="00103BA1" w:rsidRDefault="009B530E" w:rsidP="006B0801">
            <w:pPr>
              <w:spacing w:line="276" w:lineRule="auto"/>
              <w:ind w:left="257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R</w:t>
            </w:r>
            <w:r w:rsidR="00187CE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5422.96</w:t>
            </w:r>
          </w:p>
        </w:tc>
      </w:tr>
      <w:tr w:rsidR="009B530E" w:rsidRPr="00A8082D" w14:paraId="76B9457A" w14:textId="77777777" w:rsidTr="00333E9F">
        <w:trPr>
          <w:trHeight w:val="991"/>
        </w:trPr>
        <w:tc>
          <w:tcPr>
            <w:tcW w:w="10913" w:type="dxa"/>
            <w:gridSpan w:val="34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04AB9" w14:textId="77777777" w:rsidR="009B530E" w:rsidRDefault="009B530E" w:rsidP="00CD4CAD">
            <w:pPr>
              <w:spacing w:line="276" w:lineRule="auto"/>
              <w:rPr>
                <w:rFonts w:ascii="Century Gothic" w:hAnsi="Century Gothic"/>
                <w:b/>
                <w:i/>
                <w:color w:val="000000"/>
                <w:sz w:val="20"/>
                <w:szCs w:val="20"/>
              </w:rPr>
            </w:pPr>
            <w:r w:rsidRPr="006B0801">
              <w:rPr>
                <w:rFonts w:ascii="Century Gothic" w:hAnsi="Century Gothic" w:cs="Arial"/>
                <w:sz w:val="20"/>
                <w:szCs w:val="20"/>
                <w:lang w:val="en-ZA"/>
              </w:rPr>
              <w:t>*</w:t>
            </w:r>
            <w:r w:rsidRPr="006B080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  <w:r w:rsidRPr="006B0801">
              <w:rPr>
                <w:rFonts w:ascii="Century Gothic" w:hAnsi="Century Gothic"/>
                <w:b/>
                <w:i/>
                <w:color w:val="000000"/>
                <w:sz w:val="20"/>
                <w:szCs w:val="20"/>
              </w:rPr>
              <w:t xml:space="preserve">Application fees that are paid to the Municipality are non-refundable and proof of payment of the application fees must accompany </w:t>
            </w:r>
            <w:r w:rsidR="00CD4CAD">
              <w:rPr>
                <w:rFonts w:ascii="Century Gothic" w:hAnsi="Century Gothic"/>
                <w:b/>
                <w:i/>
                <w:color w:val="000000"/>
                <w:sz w:val="20"/>
                <w:szCs w:val="20"/>
              </w:rPr>
              <w:t>an</w:t>
            </w:r>
            <w:r w:rsidRPr="006B0801">
              <w:rPr>
                <w:rFonts w:ascii="Century Gothic" w:hAnsi="Century Gothic"/>
                <w:b/>
                <w:i/>
                <w:color w:val="000000"/>
                <w:sz w:val="20"/>
                <w:szCs w:val="20"/>
              </w:rPr>
              <w:t xml:space="preserve"> application.</w:t>
            </w:r>
          </w:p>
          <w:p w14:paraId="617F9663" w14:textId="77777777" w:rsidR="00CD4CAD" w:rsidRPr="00103BA1" w:rsidRDefault="00CD4CAD" w:rsidP="00CD4CAD">
            <w:pPr>
              <w:spacing w:line="276" w:lineRule="auto"/>
              <w:rPr>
                <w:rFonts w:ascii="Century Gothic" w:hAnsi="Century Gothic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i/>
                <w:color w:val="000000"/>
                <w:sz w:val="20"/>
                <w:szCs w:val="20"/>
              </w:rPr>
              <w:t xml:space="preserve">** The applicant is liable for the cost of publishing and serving notice of an application. </w:t>
            </w:r>
          </w:p>
        </w:tc>
      </w:tr>
      <w:tr w:rsidR="009B530E" w:rsidRPr="00A8082D" w14:paraId="15A74F38" w14:textId="77777777" w:rsidTr="00333E9F">
        <w:tc>
          <w:tcPr>
            <w:tcW w:w="10913" w:type="dxa"/>
            <w:gridSpan w:val="34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AB60A4" w14:textId="77777777" w:rsidR="009B530E" w:rsidRPr="00A8082D" w:rsidRDefault="009B530E" w:rsidP="00586431">
            <w:pP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BANKING DETAILS </w:t>
            </w:r>
          </w:p>
        </w:tc>
      </w:tr>
      <w:tr w:rsidR="009B530E" w:rsidRPr="00A8082D" w14:paraId="2804C0E9" w14:textId="77777777" w:rsidTr="00333E9F">
        <w:tc>
          <w:tcPr>
            <w:tcW w:w="2402" w:type="dxa"/>
            <w:gridSpan w:val="7"/>
            <w:tcBorders>
              <w:top w:val="single" w:sz="4" w:space="0" w:color="auto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E96D070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0AC74244" w14:textId="77777777" w:rsidR="009B530E" w:rsidRPr="00A8082D" w:rsidRDefault="00CD4CAD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Name:</w:t>
            </w:r>
          </w:p>
        </w:tc>
        <w:tc>
          <w:tcPr>
            <w:tcW w:w="8511" w:type="dxa"/>
            <w:gridSpan w:val="27"/>
            <w:tcBorders>
              <w:top w:val="single" w:sz="4" w:space="0" w:color="auto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1945DB8F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9B530E" w:rsidRPr="00A8082D" w14:paraId="5D7D47DD" w14:textId="77777777" w:rsidTr="00333E9F">
        <w:tc>
          <w:tcPr>
            <w:tcW w:w="2402" w:type="dxa"/>
            <w:gridSpan w:val="7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9697AD1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3E998B67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Ba</w:t>
            </w:r>
            <w:r w:rsidR="00CD4CAD">
              <w:rPr>
                <w:rFonts w:ascii="Century Gothic" w:hAnsi="Century Gothic" w:cs="Arial"/>
                <w:sz w:val="20"/>
                <w:szCs w:val="20"/>
                <w:lang w:val="en-ZA"/>
              </w:rPr>
              <w:t>nk:</w:t>
            </w:r>
          </w:p>
        </w:tc>
        <w:tc>
          <w:tcPr>
            <w:tcW w:w="8511" w:type="dxa"/>
            <w:gridSpan w:val="27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2385C257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9B530E" w:rsidRPr="00A8082D" w14:paraId="06942C80" w14:textId="77777777" w:rsidTr="00333E9F">
        <w:tc>
          <w:tcPr>
            <w:tcW w:w="2402" w:type="dxa"/>
            <w:gridSpan w:val="7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A3AD555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2E16F4DF" w14:textId="77777777" w:rsidR="009B530E" w:rsidRPr="00A8082D" w:rsidRDefault="00CD4CAD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Branch no.:</w:t>
            </w:r>
          </w:p>
        </w:tc>
        <w:tc>
          <w:tcPr>
            <w:tcW w:w="8511" w:type="dxa"/>
            <w:gridSpan w:val="27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41BCE46E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9B530E" w:rsidRPr="00A8082D" w14:paraId="62DD1337" w14:textId="77777777" w:rsidTr="00333E9F">
        <w:tc>
          <w:tcPr>
            <w:tcW w:w="2402" w:type="dxa"/>
            <w:gridSpan w:val="7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D7BEA7C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15DF9BE6" w14:textId="77777777" w:rsidR="009B530E" w:rsidRPr="00A8082D" w:rsidRDefault="00CD4CAD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Account no.:</w:t>
            </w:r>
          </w:p>
        </w:tc>
        <w:tc>
          <w:tcPr>
            <w:tcW w:w="8511" w:type="dxa"/>
            <w:gridSpan w:val="27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3E6C7BFB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9B530E" w:rsidRPr="00A8082D" w14:paraId="42A750C2" w14:textId="77777777" w:rsidTr="00333E9F">
        <w:tc>
          <w:tcPr>
            <w:tcW w:w="2402" w:type="dxa"/>
            <w:gridSpan w:val="7"/>
            <w:tcBorders>
              <w:top w:val="nil"/>
              <w:left w:val="single" w:sz="4" w:space="0" w:color="000000" w:themeColor="text1"/>
              <w:bottom w:val="single" w:sz="18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6370650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17FA0308" w14:textId="77777777" w:rsidR="009B530E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Payment reference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:</w:t>
            </w:r>
          </w:p>
          <w:p w14:paraId="6D5306D2" w14:textId="77777777" w:rsidR="00CD4CAD" w:rsidRPr="00A8082D" w:rsidRDefault="00CD4CAD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(if applicable)</w:t>
            </w:r>
          </w:p>
          <w:p w14:paraId="253999FB" w14:textId="77777777" w:rsidR="009B530E" w:rsidRPr="00A8082D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8511" w:type="dxa"/>
            <w:gridSpan w:val="27"/>
            <w:tcBorders>
              <w:top w:val="nil"/>
              <w:left w:val="nil"/>
              <w:bottom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2DD4F70B" w14:textId="77777777" w:rsidR="008F76D2" w:rsidRDefault="008F76D2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E163810" w14:textId="70CB9936" w:rsidR="008F76D2" w:rsidRDefault="001A66C8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EFT Made on 19 September 2023 as per Municipality cost </w:t>
            </w:r>
            <w:proofErr w:type="spellStart"/>
            <w:proofErr w:type="gram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guidline</w:t>
            </w:r>
            <w:proofErr w:type="spellEnd"/>
            <w:proofErr w:type="gramEnd"/>
          </w:p>
          <w:p w14:paraId="15719A34" w14:textId="77777777" w:rsidR="008F76D2" w:rsidRDefault="009B530E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…………………………………………………………………………………</w:t>
            </w:r>
          </w:p>
          <w:p w14:paraId="42356EF1" w14:textId="77777777" w:rsidR="008F76D2" w:rsidRDefault="008F76D2" w:rsidP="00A8082D">
            <w:pPr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16EDFA48" w14:textId="77777777" w:rsidR="008F76D2" w:rsidRPr="00A8082D" w:rsidRDefault="008F76D2" w:rsidP="008F76D2">
            <w:pPr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9B530E" w:rsidRPr="00A8082D" w14:paraId="3AFAE16E" w14:textId="77777777" w:rsidTr="00333E9F">
        <w:tc>
          <w:tcPr>
            <w:tcW w:w="10913" w:type="dxa"/>
            <w:gridSpan w:val="34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7D1E996" w14:textId="77777777" w:rsidR="009B530E" w:rsidRPr="00A8082D" w:rsidRDefault="009B530E" w:rsidP="00103BA1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/>
                <w:sz w:val="20"/>
                <w:szCs w:val="20"/>
                <w:lang w:val="en-ZA"/>
              </w:rPr>
              <w:lastRenderedPageBreak/>
              <w:br w:type="page"/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PART F</w:t>
            </w:r>
            <w:r w:rsidRPr="00A808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: </w:t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DETAILS OF PROPOSAL</w:t>
            </w:r>
          </w:p>
        </w:tc>
      </w:tr>
      <w:tr w:rsidR="009B530E" w:rsidRPr="00A8082D" w14:paraId="34A31E7E" w14:textId="77777777" w:rsidTr="00333E9F">
        <w:tc>
          <w:tcPr>
            <w:tcW w:w="10913" w:type="dxa"/>
            <w:gridSpan w:val="34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5A70CCE" w14:textId="77777777" w:rsidR="009B530E" w:rsidRPr="00185567" w:rsidRDefault="009B530E" w:rsidP="00103BA1">
            <w:pPr>
              <w:spacing w:line="276" w:lineRule="auto"/>
              <w:rPr>
                <w:rFonts w:ascii="Century Gothic" w:hAnsi="Century Gothic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ZA"/>
              </w:rPr>
              <w:t>Brief description of proposed development / intent of application:</w:t>
            </w:r>
          </w:p>
        </w:tc>
      </w:tr>
      <w:tr w:rsidR="009B530E" w:rsidRPr="00A8082D" w14:paraId="4C3EB162" w14:textId="77777777" w:rsidTr="00333E9F">
        <w:tc>
          <w:tcPr>
            <w:tcW w:w="10913" w:type="dxa"/>
            <w:gridSpan w:val="34"/>
            <w:tcBorders>
              <w:left w:val="single" w:sz="4" w:space="0" w:color="000000" w:themeColor="text1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70D59193" w14:textId="45D153AA" w:rsidR="009B530E" w:rsidRDefault="006E557D" w:rsidP="00103BA1">
            <w:pPr>
              <w:spacing w:line="276" w:lineRule="auto"/>
              <w:rPr>
                <w:rFonts w:ascii="Century Gothic" w:hAnsi="Century Gothic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ZA"/>
              </w:rPr>
              <w:t>Application to operate a</w:t>
            </w:r>
            <w:r w:rsidR="001A66C8">
              <w:rPr>
                <w:rFonts w:ascii="Century Gothic" w:hAnsi="Century Gothic"/>
                <w:b/>
                <w:sz w:val="20"/>
                <w:szCs w:val="20"/>
                <w:lang w:val="en-ZA"/>
              </w:rPr>
              <w:t>n</w:t>
            </w:r>
            <w:r>
              <w:rPr>
                <w:rFonts w:ascii="Century Gothic" w:hAnsi="Century Gothic"/>
                <w:b/>
                <w:sz w:val="20"/>
                <w:szCs w:val="20"/>
                <w:lang w:val="en-ZA"/>
              </w:rPr>
              <w:t xml:space="preserve"> opencast </w:t>
            </w:r>
            <w:proofErr w:type="spellStart"/>
            <w:r>
              <w:rPr>
                <w:rFonts w:ascii="Century Gothic" w:hAnsi="Century Gothic"/>
                <w:b/>
                <w:sz w:val="20"/>
                <w:szCs w:val="20"/>
                <w:lang w:val="en-ZA"/>
              </w:rPr>
              <w:t>Dolorite</w:t>
            </w:r>
            <w:proofErr w:type="spellEnd"/>
            <w:r>
              <w:rPr>
                <w:rFonts w:ascii="Century Gothic" w:hAnsi="Century Gothic"/>
                <w:b/>
                <w:sz w:val="20"/>
                <w:szCs w:val="20"/>
                <w:lang w:val="en-ZA"/>
              </w:rPr>
              <w:t xml:space="preserve"> mine on a 5ha portion, 4ha for extraction and 1ha for th</w:t>
            </w:r>
            <w:r w:rsidR="001A66C8">
              <w:rPr>
                <w:rFonts w:ascii="Century Gothic" w:hAnsi="Century Gothic"/>
                <w:b/>
                <w:sz w:val="20"/>
                <w:szCs w:val="20"/>
                <w:lang w:val="en-ZA"/>
              </w:rPr>
              <w:t>e</w:t>
            </w:r>
          </w:p>
        </w:tc>
      </w:tr>
      <w:tr w:rsidR="009B530E" w:rsidRPr="00A8082D" w14:paraId="3F380046" w14:textId="77777777" w:rsidTr="00333E9F">
        <w:tc>
          <w:tcPr>
            <w:tcW w:w="10913" w:type="dxa"/>
            <w:gridSpan w:val="34"/>
            <w:tcBorders>
              <w:top w:val="single" w:sz="4" w:space="0" w:color="D9D9D9" w:themeColor="background1" w:themeShade="D9"/>
              <w:left w:val="single" w:sz="4" w:space="0" w:color="000000" w:themeColor="text1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1C27D58B" w14:textId="1BC82285" w:rsidR="009B530E" w:rsidRDefault="001A66C8" w:rsidP="00103BA1">
            <w:pPr>
              <w:spacing w:line="276" w:lineRule="auto"/>
              <w:rPr>
                <w:rFonts w:ascii="Century Gothic" w:hAnsi="Century Gothic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ZA"/>
              </w:rPr>
              <w:t xml:space="preserve">processing of the mined material. </w:t>
            </w:r>
            <w:r w:rsidR="006E557D">
              <w:rPr>
                <w:rFonts w:ascii="Century Gothic" w:hAnsi="Century Gothic"/>
                <w:b/>
                <w:sz w:val="20"/>
                <w:szCs w:val="20"/>
                <w:lang w:val="en-ZA"/>
              </w:rPr>
              <w:t>The material to be used for the construction and commercial market in the</w:t>
            </w:r>
          </w:p>
        </w:tc>
      </w:tr>
      <w:tr w:rsidR="009B530E" w:rsidRPr="00A8082D" w14:paraId="660BF15F" w14:textId="77777777" w:rsidTr="00333E9F">
        <w:tc>
          <w:tcPr>
            <w:tcW w:w="10913" w:type="dxa"/>
            <w:gridSpan w:val="34"/>
            <w:tcBorders>
              <w:top w:val="single" w:sz="4" w:space="0" w:color="D9D9D9" w:themeColor="background1" w:themeShade="D9"/>
              <w:left w:val="single" w:sz="4" w:space="0" w:color="000000" w:themeColor="text1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626F61E8" w14:textId="15005A0D" w:rsidR="009B530E" w:rsidRDefault="001A66C8" w:rsidP="00103BA1">
            <w:pPr>
              <w:spacing w:line="276" w:lineRule="auto"/>
              <w:rPr>
                <w:rFonts w:ascii="Century Gothic" w:hAnsi="Century Gothic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ZA"/>
              </w:rPr>
              <w:t>Wider Beaufort West municipality area.</w:t>
            </w:r>
          </w:p>
        </w:tc>
      </w:tr>
      <w:tr w:rsidR="009B530E" w:rsidRPr="00A8082D" w14:paraId="3CBB54BE" w14:textId="77777777" w:rsidTr="00333E9F">
        <w:tc>
          <w:tcPr>
            <w:tcW w:w="10913" w:type="dxa"/>
            <w:gridSpan w:val="34"/>
            <w:tcBorders>
              <w:top w:val="single" w:sz="4" w:space="0" w:color="D9D9D9" w:themeColor="background1" w:themeShade="D9"/>
              <w:left w:val="single" w:sz="4" w:space="0" w:color="000000" w:themeColor="text1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7337BF85" w14:textId="77777777" w:rsidR="009B530E" w:rsidRDefault="009B530E" w:rsidP="00103BA1">
            <w:pPr>
              <w:spacing w:line="276" w:lineRule="auto"/>
              <w:rPr>
                <w:rFonts w:ascii="Century Gothic" w:hAnsi="Century Gothic"/>
                <w:b/>
                <w:sz w:val="20"/>
                <w:szCs w:val="20"/>
                <w:lang w:val="en-ZA"/>
              </w:rPr>
            </w:pPr>
          </w:p>
        </w:tc>
      </w:tr>
      <w:tr w:rsidR="009B530E" w:rsidRPr="00A8082D" w14:paraId="412B4857" w14:textId="77777777" w:rsidTr="00333E9F">
        <w:tc>
          <w:tcPr>
            <w:tcW w:w="10913" w:type="dxa"/>
            <w:gridSpan w:val="34"/>
            <w:tcBorders>
              <w:top w:val="single" w:sz="4" w:space="0" w:color="D9D9D9" w:themeColor="background1" w:themeShade="D9"/>
              <w:left w:val="single" w:sz="4" w:space="0" w:color="000000" w:themeColor="text1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79AEC793" w14:textId="77777777" w:rsidR="009B530E" w:rsidRDefault="009B530E" w:rsidP="00103BA1">
            <w:pPr>
              <w:spacing w:line="276" w:lineRule="auto"/>
              <w:rPr>
                <w:rFonts w:ascii="Century Gothic" w:hAnsi="Century Gothic"/>
                <w:b/>
                <w:sz w:val="20"/>
                <w:szCs w:val="20"/>
                <w:lang w:val="en-ZA"/>
              </w:rPr>
            </w:pPr>
          </w:p>
        </w:tc>
      </w:tr>
      <w:tr w:rsidR="009B530E" w:rsidRPr="00A8082D" w14:paraId="21D0EC4C" w14:textId="77777777" w:rsidTr="00333E9F">
        <w:tc>
          <w:tcPr>
            <w:tcW w:w="10913" w:type="dxa"/>
            <w:gridSpan w:val="34"/>
            <w:tcBorders>
              <w:top w:val="single" w:sz="4" w:space="0" w:color="D9D9D9" w:themeColor="background1" w:themeShade="D9"/>
              <w:left w:val="single" w:sz="4" w:space="0" w:color="000000" w:themeColor="text1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348307D9" w14:textId="77777777" w:rsidR="009B530E" w:rsidRDefault="009B530E" w:rsidP="00103BA1">
            <w:pPr>
              <w:spacing w:line="276" w:lineRule="auto"/>
              <w:rPr>
                <w:rFonts w:ascii="Century Gothic" w:hAnsi="Century Gothic"/>
                <w:b/>
                <w:sz w:val="20"/>
                <w:szCs w:val="20"/>
                <w:lang w:val="en-ZA"/>
              </w:rPr>
            </w:pPr>
          </w:p>
        </w:tc>
      </w:tr>
      <w:tr w:rsidR="009B530E" w:rsidRPr="00A8082D" w14:paraId="66547B18" w14:textId="77777777" w:rsidTr="00333E9F">
        <w:tc>
          <w:tcPr>
            <w:tcW w:w="10913" w:type="dxa"/>
            <w:gridSpan w:val="34"/>
            <w:tcBorders>
              <w:top w:val="single" w:sz="4" w:space="0" w:color="D9D9D9" w:themeColor="background1" w:themeShade="D9"/>
              <w:left w:val="single" w:sz="4" w:space="0" w:color="000000" w:themeColor="text1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6705D8A1" w14:textId="77777777" w:rsidR="009B530E" w:rsidRDefault="009B530E" w:rsidP="00103BA1">
            <w:pPr>
              <w:spacing w:line="276" w:lineRule="auto"/>
              <w:rPr>
                <w:rFonts w:ascii="Century Gothic" w:hAnsi="Century Gothic"/>
                <w:b/>
                <w:sz w:val="20"/>
                <w:szCs w:val="20"/>
                <w:lang w:val="en-ZA"/>
              </w:rPr>
            </w:pPr>
          </w:p>
        </w:tc>
      </w:tr>
      <w:tr w:rsidR="008B4E2D" w:rsidRPr="00A8082D" w14:paraId="5D64BA08" w14:textId="77777777" w:rsidTr="00333E9F">
        <w:tc>
          <w:tcPr>
            <w:tcW w:w="10913" w:type="dxa"/>
            <w:gridSpan w:val="34"/>
            <w:tcBorders>
              <w:top w:val="single" w:sz="4" w:space="0" w:color="D9D9D9" w:themeColor="background1" w:themeShade="D9"/>
              <w:left w:val="single" w:sz="4" w:space="0" w:color="000000" w:themeColor="text1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5203230E" w14:textId="77777777" w:rsidR="008B4E2D" w:rsidRDefault="008B4E2D" w:rsidP="00103BA1">
            <w:pPr>
              <w:spacing w:line="276" w:lineRule="auto"/>
              <w:rPr>
                <w:rFonts w:ascii="Century Gothic" w:hAnsi="Century Gothic"/>
                <w:b/>
                <w:sz w:val="20"/>
                <w:szCs w:val="20"/>
                <w:lang w:val="en-ZA"/>
              </w:rPr>
            </w:pPr>
          </w:p>
        </w:tc>
      </w:tr>
      <w:tr w:rsidR="009B530E" w:rsidRPr="00A8082D" w14:paraId="0147DF74" w14:textId="77777777" w:rsidTr="00333E9F">
        <w:tc>
          <w:tcPr>
            <w:tcW w:w="10913" w:type="dxa"/>
            <w:gridSpan w:val="34"/>
            <w:tcBorders>
              <w:top w:val="single" w:sz="4" w:space="0" w:color="D9D9D9" w:themeColor="background1" w:themeShade="D9"/>
              <w:left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41BEF6" w14:textId="77777777" w:rsidR="009B530E" w:rsidRDefault="009B530E" w:rsidP="00103BA1">
            <w:pPr>
              <w:spacing w:line="276" w:lineRule="auto"/>
              <w:rPr>
                <w:rFonts w:ascii="Century Gothic" w:hAnsi="Century Gothic"/>
                <w:b/>
                <w:sz w:val="20"/>
                <w:szCs w:val="20"/>
                <w:lang w:val="en-ZA"/>
              </w:rPr>
            </w:pPr>
          </w:p>
        </w:tc>
      </w:tr>
      <w:tr w:rsidR="009B530E" w:rsidRPr="00A8082D" w14:paraId="5D164485" w14:textId="77777777" w:rsidTr="00333E9F">
        <w:tc>
          <w:tcPr>
            <w:tcW w:w="10913" w:type="dxa"/>
            <w:gridSpan w:val="34"/>
            <w:tcBorders>
              <w:top w:val="single" w:sz="18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D5410D3" w14:textId="77777777" w:rsidR="009B530E" w:rsidRPr="00EA693C" w:rsidRDefault="009B530E" w:rsidP="00BE4DF0">
            <w:pPr>
              <w:spacing w:line="276" w:lineRule="auto"/>
              <w:jc w:val="both"/>
              <w:rPr>
                <w:rFonts w:ascii="Century Gothic" w:hAnsi="Century Gothic"/>
                <w:i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PART G: ATTACHMENTS </w:t>
            </w:r>
            <w:r w:rsidR="00EA693C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AND</w:t>
            </w:r>
            <w:r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SUPPORTING INFORMATION </w:t>
            </w:r>
            <w:r w:rsidR="00EA693C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AND DOCUMENTATION </w:t>
            </w:r>
            <w:r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FOR LAND </w:t>
            </w:r>
            <w:r w:rsidR="008B4E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USE PLANNING</w:t>
            </w:r>
            <w:r w:rsidR="00EA693C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</w:t>
            </w:r>
            <w:r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APPLICATION</w:t>
            </w:r>
            <w:r w:rsidR="00EA693C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</w:t>
            </w:r>
            <w:r w:rsidR="00EA693C" w:rsidRPr="00BE4DF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[</w:t>
            </w:r>
            <w:r w:rsidR="00CD4CAD" w:rsidRPr="00BE4DF0">
              <w:rPr>
                <w:rFonts w:ascii="Century Gothic" w:hAnsi="Century Gothic" w:cs="Arial"/>
                <w:b/>
                <w:i/>
                <w:sz w:val="20"/>
                <w:szCs w:val="20"/>
                <w:lang w:val="en-ZA"/>
              </w:rPr>
              <w:t>section 15</w:t>
            </w:r>
            <w:r w:rsidR="00EA693C" w:rsidRPr="00BE4DF0">
              <w:rPr>
                <w:rFonts w:ascii="Century Gothic" w:hAnsi="Century Gothic" w:cs="Arial"/>
                <w:b/>
                <w:i/>
                <w:sz w:val="20"/>
                <w:szCs w:val="20"/>
                <w:lang w:val="en-ZA"/>
              </w:rPr>
              <w:t>(2)(a) to (s)</w:t>
            </w:r>
            <w:r w:rsidR="00CE690B" w:rsidRPr="00BE4DF0">
              <w:rPr>
                <w:rFonts w:ascii="Century Gothic" w:hAnsi="Century Gothic" w:cs="Arial"/>
                <w:b/>
                <w:i/>
                <w:sz w:val="20"/>
                <w:szCs w:val="20"/>
                <w:lang w:val="en-ZA"/>
              </w:rPr>
              <w:t xml:space="preserve"> </w:t>
            </w:r>
            <w:r w:rsidR="00414080" w:rsidRPr="00C46ED0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of the </w:t>
            </w:r>
            <w:r w:rsidR="008F76D2">
              <w:rPr>
                <w:rFonts w:ascii="Century Gothic" w:hAnsi="Century Gothic" w:cs="Arial"/>
                <w:b/>
                <w:sz w:val="20"/>
                <w:szCs w:val="20"/>
              </w:rPr>
              <w:t>By-L</w:t>
            </w:r>
            <w:r w:rsidR="00414080" w:rsidRPr="00C46ED0">
              <w:rPr>
                <w:rFonts w:ascii="Century Gothic" w:hAnsi="Century Gothic" w:cs="Arial"/>
                <w:b/>
                <w:sz w:val="20"/>
                <w:szCs w:val="20"/>
              </w:rPr>
              <w:t>aw on Municipal Land Use Planning for Beaufort West Municipality</w:t>
            </w:r>
            <w:r w:rsidR="00EA693C" w:rsidRPr="00BE4DF0">
              <w:rPr>
                <w:rFonts w:ascii="Century Gothic" w:hAnsi="Century Gothic" w:cs="Arial"/>
                <w:b/>
                <w:i/>
                <w:sz w:val="20"/>
                <w:szCs w:val="20"/>
                <w:lang w:val="en-ZA"/>
              </w:rPr>
              <w:t>]</w:t>
            </w:r>
          </w:p>
        </w:tc>
      </w:tr>
      <w:tr w:rsidR="009B530E" w:rsidRPr="00A8082D" w14:paraId="18FE5DD0" w14:textId="77777777" w:rsidTr="00333E9F">
        <w:tc>
          <w:tcPr>
            <w:tcW w:w="10913" w:type="dxa"/>
            <w:gridSpan w:val="34"/>
            <w:tcBorders>
              <w:top w:val="single" w:sz="18" w:space="0" w:color="000000" w:themeColor="text1"/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A4F8DC4" w14:textId="77777777" w:rsidR="00CE690B" w:rsidRPr="00103BA1" w:rsidRDefault="00EA693C" w:rsidP="004F3663">
            <w:pPr>
              <w:spacing w:line="276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C</w:t>
            </w:r>
            <w:r w:rsidR="009B530E"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omplete the following checklist and attach all the information</w:t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and documentation</w:t>
            </w:r>
            <w:r w:rsidR="009B530E"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relevant to the proposal. Failure to submit all information</w:t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and documentation</w:t>
            </w:r>
            <w:r w:rsidR="009B530E" w:rsidRPr="00103BA1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required will result in the application being deemed incomplete. </w:t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It will not be considered complete until all required information and documentation have been submitted.</w:t>
            </w:r>
          </w:p>
        </w:tc>
      </w:tr>
      <w:tr w:rsidR="009B530E" w:rsidRPr="00A8082D" w14:paraId="393190EC" w14:textId="77777777" w:rsidTr="00333E9F">
        <w:tc>
          <w:tcPr>
            <w:tcW w:w="10913" w:type="dxa"/>
            <w:gridSpan w:val="34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161C495" w14:textId="77777777" w:rsidR="00CE690B" w:rsidRDefault="00CE690B" w:rsidP="00CE690B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  <w:p w14:paraId="4EBF8808" w14:textId="77777777" w:rsidR="009B530E" w:rsidRDefault="001E69E9" w:rsidP="00CE690B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Information and documentation required in terms of section 38(1)</w:t>
            </w:r>
            <w:r w:rsidR="00CE690B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 xml:space="preserve"> of said </w:t>
            </w:r>
            <w:proofErr w:type="gramStart"/>
            <w:r w:rsidR="00CE690B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legislation</w:t>
            </w:r>
            <w:proofErr w:type="gramEnd"/>
          </w:p>
          <w:p w14:paraId="24D27725" w14:textId="77777777" w:rsidR="00CE690B" w:rsidRPr="00103BA1" w:rsidRDefault="00CE690B" w:rsidP="00CE690B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</w:tr>
      <w:tr w:rsidR="001E69E9" w:rsidRPr="00A8082D" w14:paraId="342158A7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D917657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1075C1D3" w14:textId="0A6B8A69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10996371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Power of a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ttorney / Owner’s consent if applicant is not owner</w:t>
            </w:r>
          </w:p>
        </w:tc>
        <w:tc>
          <w:tcPr>
            <w:tcW w:w="425" w:type="dxa"/>
            <w:gridSpan w:val="3"/>
            <w:vMerge w:val="restart"/>
            <w:shd w:val="clear" w:color="auto" w:fill="FFFFFF" w:themeFill="background1"/>
            <w:vAlign w:val="center"/>
          </w:tcPr>
          <w:p w14:paraId="6788AAD5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010EA3D8" w14:textId="5AAD9B8D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2"/>
            <w:shd w:val="clear" w:color="auto" w:fill="FFFFFF" w:themeFill="background1"/>
            <w:vAlign w:val="center"/>
          </w:tcPr>
          <w:p w14:paraId="29B04F9D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4111" w:type="dxa"/>
            <w:gridSpan w:val="8"/>
            <w:shd w:val="clear" w:color="auto" w:fill="FFFFFF" w:themeFill="background1"/>
            <w:vAlign w:val="center"/>
          </w:tcPr>
          <w:p w14:paraId="6BEB1213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Bondholder’s consent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(if applicable)</w:t>
            </w:r>
          </w:p>
        </w:tc>
      </w:tr>
      <w:tr w:rsidR="001E69E9" w:rsidRPr="00A8082D" w14:paraId="3AF47E25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E52D68E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4AFE0843" w14:textId="5AA9A64D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0E8FC3CA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Resolution or other proof that applicant is authorised to act on behalf of a juristic person</w:t>
            </w:r>
          </w:p>
        </w:tc>
        <w:tc>
          <w:tcPr>
            <w:tcW w:w="425" w:type="dxa"/>
            <w:gridSpan w:val="3"/>
            <w:vMerge/>
            <w:shd w:val="clear" w:color="auto" w:fill="FFFFFF" w:themeFill="background1"/>
            <w:vAlign w:val="center"/>
          </w:tcPr>
          <w:p w14:paraId="3C56E0DE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6BFD7F3C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2"/>
            <w:shd w:val="clear" w:color="auto" w:fill="FFFFFF" w:themeFill="background1"/>
            <w:vAlign w:val="center"/>
          </w:tcPr>
          <w:p w14:paraId="770711C9" w14:textId="51355EF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4111" w:type="dxa"/>
            <w:gridSpan w:val="8"/>
            <w:shd w:val="clear" w:color="auto" w:fill="FFFFFF" w:themeFill="background1"/>
            <w:vAlign w:val="center"/>
          </w:tcPr>
          <w:p w14:paraId="654248EC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Proof of registered ownership or any other relevant right held in the land concerned</w:t>
            </w:r>
          </w:p>
        </w:tc>
      </w:tr>
      <w:tr w:rsidR="001E69E9" w:rsidRPr="00A8082D" w14:paraId="0D882564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098274F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7828E1AE" w14:textId="395DAEBE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5366C433" w14:textId="77777777" w:rsidR="001E69E9" w:rsidRDefault="001E69E9" w:rsidP="00103BA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Written motivation</w:t>
            </w:r>
          </w:p>
        </w:tc>
        <w:tc>
          <w:tcPr>
            <w:tcW w:w="425" w:type="dxa"/>
            <w:gridSpan w:val="3"/>
            <w:vMerge/>
            <w:shd w:val="clear" w:color="auto" w:fill="FFFFFF" w:themeFill="background1"/>
            <w:vAlign w:val="center"/>
          </w:tcPr>
          <w:p w14:paraId="2881B943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13AD05ED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2"/>
            <w:shd w:val="clear" w:color="auto" w:fill="FFFFFF" w:themeFill="background1"/>
            <w:vAlign w:val="center"/>
          </w:tcPr>
          <w:p w14:paraId="6FC90C9E" w14:textId="07891568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4111" w:type="dxa"/>
            <w:gridSpan w:val="8"/>
            <w:shd w:val="clear" w:color="auto" w:fill="FFFFFF" w:themeFill="background1"/>
            <w:vAlign w:val="center"/>
          </w:tcPr>
          <w:p w14:paraId="0EF5FA18" w14:textId="77777777" w:rsidR="001E69E9" w:rsidRDefault="001E69E9" w:rsidP="009D21DB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S.G.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diagram / General p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lan extract</w:t>
            </w:r>
          </w:p>
        </w:tc>
      </w:tr>
      <w:tr w:rsidR="001E69E9" w:rsidRPr="00A8082D" w14:paraId="56E4F23E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B0F296C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4FB4E1A2" w14:textId="5A056F89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6940F60A" w14:textId="77777777" w:rsidR="001E69E9" w:rsidRDefault="001E69E9" w:rsidP="00103BA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Locality plan</w:t>
            </w:r>
          </w:p>
        </w:tc>
        <w:tc>
          <w:tcPr>
            <w:tcW w:w="425" w:type="dxa"/>
            <w:gridSpan w:val="3"/>
            <w:vMerge/>
            <w:shd w:val="clear" w:color="auto" w:fill="FFFFFF" w:themeFill="background1"/>
            <w:vAlign w:val="center"/>
          </w:tcPr>
          <w:p w14:paraId="7C2BD6F0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38E1B850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2"/>
            <w:shd w:val="clear" w:color="auto" w:fill="FFFFFF" w:themeFill="background1"/>
            <w:vAlign w:val="center"/>
          </w:tcPr>
          <w:p w14:paraId="4668AA1B" w14:textId="3106EAEF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4111" w:type="dxa"/>
            <w:gridSpan w:val="8"/>
            <w:shd w:val="clear" w:color="auto" w:fill="FFFFFF" w:themeFill="background1"/>
            <w:vAlign w:val="center"/>
          </w:tcPr>
          <w:p w14:paraId="3852ADDE" w14:textId="77777777" w:rsidR="001E69E9" w:rsidRPr="00103BA1" w:rsidRDefault="001E69E9" w:rsidP="00966FB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Site d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evelopment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lan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or conceptual layout plan</w:t>
            </w:r>
          </w:p>
        </w:tc>
      </w:tr>
      <w:tr w:rsidR="001E69E9" w:rsidRPr="00A8082D" w14:paraId="48EA0C30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82E1123" w14:textId="1D94C3AC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0A5432AD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5B28CAD9" w14:textId="77777777" w:rsidR="001E69E9" w:rsidRDefault="001E69E9" w:rsidP="009D21DB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Proposed s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ubdivision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lan </w:t>
            </w:r>
          </w:p>
        </w:tc>
        <w:tc>
          <w:tcPr>
            <w:tcW w:w="425" w:type="dxa"/>
            <w:gridSpan w:val="3"/>
            <w:vMerge/>
            <w:shd w:val="clear" w:color="auto" w:fill="FFFFFF" w:themeFill="background1"/>
            <w:vAlign w:val="center"/>
          </w:tcPr>
          <w:p w14:paraId="46FAC2EB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1D149447" w14:textId="716F967B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2"/>
            <w:shd w:val="clear" w:color="auto" w:fill="FFFFFF" w:themeFill="background1"/>
            <w:vAlign w:val="center"/>
          </w:tcPr>
          <w:p w14:paraId="398938A4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4111" w:type="dxa"/>
            <w:gridSpan w:val="8"/>
            <w:shd w:val="clear" w:color="auto" w:fill="FFFFFF" w:themeFill="background1"/>
            <w:vAlign w:val="center"/>
          </w:tcPr>
          <w:p w14:paraId="604EC50A" w14:textId="77777777" w:rsidR="001E69E9" w:rsidRPr="00103BA1" w:rsidRDefault="001E69E9" w:rsidP="009D21DB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Proof of agreement or permission for required servitude</w:t>
            </w:r>
          </w:p>
        </w:tc>
      </w:tr>
      <w:tr w:rsidR="001E69E9" w:rsidRPr="00A8082D" w14:paraId="329BFDBF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5E27B6E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6CA61DAC" w14:textId="6F235C59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3BCD5335" w14:textId="77777777" w:rsidR="001E69E9" w:rsidRDefault="001E69E9" w:rsidP="009D21DB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Proof of payment of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application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fees</w:t>
            </w:r>
          </w:p>
        </w:tc>
        <w:tc>
          <w:tcPr>
            <w:tcW w:w="425" w:type="dxa"/>
            <w:gridSpan w:val="3"/>
            <w:vMerge/>
            <w:shd w:val="clear" w:color="auto" w:fill="FFFFFF" w:themeFill="background1"/>
            <w:vAlign w:val="center"/>
          </w:tcPr>
          <w:p w14:paraId="4EFDFEAE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01203EAB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2"/>
            <w:shd w:val="clear" w:color="auto" w:fill="FFFFFF" w:themeFill="background1"/>
            <w:vAlign w:val="center"/>
          </w:tcPr>
          <w:p w14:paraId="4D10D759" w14:textId="60ECEDB5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4111" w:type="dxa"/>
            <w:gridSpan w:val="8"/>
            <w:shd w:val="clear" w:color="auto" w:fill="FFFFFF" w:themeFill="background1"/>
            <w:vAlign w:val="center"/>
          </w:tcPr>
          <w:p w14:paraId="1A225823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Full copy of the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title d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eed</w:t>
            </w:r>
          </w:p>
        </w:tc>
      </w:tr>
      <w:tr w:rsidR="001E69E9" w:rsidRPr="00A8082D" w14:paraId="0071AE8E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56269B8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4B7E8FCF" w14:textId="3A9AAB62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515FDB7A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Conveyancer’s c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ertificate</w:t>
            </w:r>
          </w:p>
        </w:tc>
        <w:tc>
          <w:tcPr>
            <w:tcW w:w="425" w:type="dxa"/>
            <w:gridSpan w:val="3"/>
            <w:vMerge/>
            <w:shd w:val="clear" w:color="auto" w:fill="FFFFFF" w:themeFill="background1"/>
            <w:vAlign w:val="center"/>
          </w:tcPr>
          <w:p w14:paraId="6573CB02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263FF6F3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2"/>
            <w:shd w:val="clear" w:color="auto" w:fill="FFFFFF" w:themeFill="background1"/>
            <w:vAlign w:val="center"/>
          </w:tcPr>
          <w:p w14:paraId="7EF19F57" w14:textId="7C6830DC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4111" w:type="dxa"/>
            <w:gridSpan w:val="8"/>
            <w:shd w:val="clear" w:color="auto" w:fill="FFFFFF" w:themeFill="background1"/>
            <w:vAlign w:val="center"/>
          </w:tcPr>
          <w:p w14:paraId="167ACF5C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Minutes of pre-application consultation meeting (if applicable)</w:t>
            </w:r>
          </w:p>
        </w:tc>
      </w:tr>
      <w:tr w:rsidR="001E69E9" w:rsidRPr="00A8082D" w14:paraId="45148AFA" w14:textId="77777777" w:rsidTr="00333E9F">
        <w:tc>
          <w:tcPr>
            <w:tcW w:w="10913" w:type="dxa"/>
            <w:gridSpan w:val="34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4421E8E" w14:textId="77777777" w:rsidR="00CE690B" w:rsidRDefault="00CE690B" w:rsidP="00CE690B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  <w:p w14:paraId="179B046F" w14:textId="77777777" w:rsidR="001E69E9" w:rsidRDefault="008B4E2D" w:rsidP="00CE690B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Supporting</w:t>
            </w:r>
            <w:r w:rsidR="00CE690B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 xml:space="preserve"> information and documentation:</w:t>
            </w:r>
          </w:p>
          <w:p w14:paraId="3105C2F2" w14:textId="77777777" w:rsidR="00CE690B" w:rsidRDefault="00CE690B" w:rsidP="00CE690B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CE690B" w:rsidRPr="00A8082D" w14:paraId="27D8818D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247ED6" w14:textId="44276EA5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5322AA03" w14:textId="498B5640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14:paraId="73E11FDC" w14:textId="77777777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344" w:type="dxa"/>
            <w:gridSpan w:val="14"/>
            <w:shd w:val="clear" w:color="auto" w:fill="FFFFFF" w:themeFill="background1"/>
            <w:vAlign w:val="center"/>
          </w:tcPr>
          <w:p w14:paraId="1E9034E8" w14:textId="77777777" w:rsidR="00CE690B" w:rsidRPr="00103BA1" w:rsidRDefault="00CE690B" w:rsidP="00966FBF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Consolidation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lan</w:t>
            </w:r>
          </w:p>
        </w:tc>
        <w:tc>
          <w:tcPr>
            <w:tcW w:w="425" w:type="dxa"/>
            <w:gridSpan w:val="3"/>
            <w:vMerge w:val="restart"/>
            <w:shd w:val="clear" w:color="auto" w:fill="FFFFFF" w:themeFill="background1"/>
            <w:vAlign w:val="center"/>
          </w:tcPr>
          <w:p w14:paraId="1D4A7709" w14:textId="77777777" w:rsidR="00CE690B" w:rsidRPr="00103BA1" w:rsidRDefault="00CE690B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 w:val="restart"/>
            <w:shd w:val="clear" w:color="auto" w:fill="FFFFFF" w:themeFill="background1"/>
            <w:vAlign w:val="center"/>
          </w:tcPr>
          <w:p w14:paraId="4CC54413" w14:textId="7411463A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2"/>
            <w:vMerge w:val="restart"/>
            <w:shd w:val="clear" w:color="auto" w:fill="FFFFFF" w:themeFill="background1"/>
            <w:vAlign w:val="center"/>
          </w:tcPr>
          <w:p w14:paraId="46D16265" w14:textId="78E3E2A8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 w:val="restart"/>
            <w:shd w:val="clear" w:color="auto" w:fill="FFFFFF" w:themeFill="background1"/>
            <w:vAlign w:val="center"/>
          </w:tcPr>
          <w:p w14:paraId="69B8A032" w14:textId="77777777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504" w:type="dxa"/>
            <w:gridSpan w:val="5"/>
            <w:vMerge w:val="restart"/>
            <w:shd w:val="clear" w:color="auto" w:fill="FFFFFF" w:themeFill="background1"/>
            <w:vAlign w:val="center"/>
          </w:tcPr>
          <w:p w14:paraId="6AE68065" w14:textId="77777777" w:rsidR="00CE690B" w:rsidRPr="00103BA1" w:rsidRDefault="00CE690B" w:rsidP="00966FBF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Land use plan / Zoning plan </w:t>
            </w:r>
          </w:p>
        </w:tc>
      </w:tr>
      <w:tr w:rsidR="00CE690B" w:rsidRPr="00A8082D" w14:paraId="658B5AFA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7EED690" w14:textId="37CC7A32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60AA3212" w14:textId="0178B191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14:paraId="7C4FBB9F" w14:textId="77777777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344" w:type="dxa"/>
            <w:gridSpan w:val="14"/>
            <w:shd w:val="clear" w:color="auto" w:fill="FFFFFF" w:themeFill="background1"/>
            <w:vAlign w:val="center"/>
          </w:tcPr>
          <w:p w14:paraId="19DDAFDC" w14:textId="77777777" w:rsidR="00CE690B" w:rsidRPr="00103BA1" w:rsidRDefault="00CE690B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537B43">
              <w:rPr>
                <w:rFonts w:ascii="Century Gothic" w:hAnsi="Century Gothic" w:cs="Arial"/>
                <w:sz w:val="20"/>
                <w:szCs w:val="20"/>
                <w:lang w:val="en-ZA"/>
              </w:rPr>
              <w:t>Street name and numbering plan</w:t>
            </w:r>
          </w:p>
        </w:tc>
        <w:tc>
          <w:tcPr>
            <w:tcW w:w="425" w:type="dxa"/>
            <w:gridSpan w:val="3"/>
            <w:vMerge/>
            <w:shd w:val="clear" w:color="auto" w:fill="FFFFFF" w:themeFill="background1"/>
            <w:vAlign w:val="center"/>
          </w:tcPr>
          <w:p w14:paraId="68B05061" w14:textId="77777777" w:rsidR="00CE690B" w:rsidRPr="00103BA1" w:rsidRDefault="00CE690B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/>
            <w:shd w:val="clear" w:color="auto" w:fill="FFFFFF" w:themeFill="background1"/>
            <w:vAlign w:val="center"/>
          </w:tcPr>
          <w:p w14:paraId="4F0881B0" w14:textId="77777777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2"/>
            <w:vMerge/>
            <w:shd w:val="clear" w:color="auto" w:fill="FFFFFF" w:themeFill="background1"/>
            <w:vAlign w:val="center"/>
          </w:tcPr>
          <w:p w14:paraId="14641EB9" w14:textId="77777777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/>
            <w:shd w:val="clear" w:color="auto" w:fill="FFFFFF" w:themeFill="background1"/>
            <w:vAlign w:val="center"/>
          </w:tcPr>
          <w:p w14:paraId="5FFB5441" w14:textId="77777777" w:rsidR="00CE690B" w:rsidRPr="00103BA1" w:rsidRDefault="00CE690B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3504" w:type="dxa"/>
            <w:gridSpan w:val="5"/>
            <w:vMerge/>
            <w:shd w:val="clear" w:color="auto" w:fill="FFFFFF" w:themeFill="background1"/>
            <w:vAlign w:val="center"/>
          </w:tcPr>
          <w:p w14:paraId="47DC3288" w14:textId="77777777" w:rsidR="00CE690B" w:rsidRPr="00A178AA" w:rsidRDefault="00CE690B" w:rsidP="00966FB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8082D" w14:paraId="7FD7FCD5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E2E2547" w14:textId="3A78AA3B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3B58E352" w14:textId="0E40B2C3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14:paraId="5C15820D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344" w:type="dxa"/>
            <w:gridSpan w:val="14"/>
            <w:shd w:val="clear" w:color="auto" w:fill="FFFFFF" w:themeFill="background1"/>
            <w:vAlign w:val="center"/>
          </w:tcPr>
          <w:p w14:paraId="402B0E94" w14:textId="77777777" w:rsidR="001E69E9" w:rsidRPr="00103BA1" w:rsidRDefault="001E69E9" w:rsidP="00966FB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Landscaping / Tree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lan</w:t>
            </w:r>
          </w:p>
        </w:tc>
        <w:tc>
          <w:tcPr>
            <w:tcW w:w="425" w:type="dxa"/>
            <w:gridSpan w:val="3"/>
            <w:vMerge/>
            <w:shd w:val="clear" w:color="auto" w:fill="FFFFFF" w:themeFill="background1"/>
            <w:vAlign w:val="center"/>
          </w:tcPr>
          <w:p w14:paraId="4EDB2625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4853463D" w14:textId="55C006B2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2"/>
            <w:shd w:val="clear" w:color="auto" w:fill="FFFFFF" w:themeFill="background1"/>
            <w:vAlign w:val="center"/>
          </w:tcPr>
          <w:p w14:paraId="3DBA621C" w14:textId="597B38FF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32529EBE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504" w:type="dxa"/>
            <w:gridSpan w:val="5"/>
            <w:shd w:val="clear" w:color="auto" w:fill="FFFFFF" w:themeFill="background1"/>
            <w:vAlign w:val="center"/>
          </w:tcPr>
          <w:p w14:paraId="26A0BF4F" w14:textId="77777777" w:rsidR="001E69E9" w:rsidRPr="00103BA1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proofErr w:type="gramStart"/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1 :</w:t>
            </w:r>
            <w:proofErr w:type="gramEnd"/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50 / 1:100 Flood line determination (plan / report)</w:t>
            </w:r>
          </w:p>
        </w:tc>
      </w:tr>
      <w:tr w:rsidR="001E69E9" w:rsidRPr="00A8082D" w14:paraId="4F7F59AF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C0B6DFE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7D87716D" w14:textId="422759A6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14:paraId="50175FBA" w14:textId="552280D6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3344" w:type="dxa"/>
            <w:gridSpan w:val="14"/>
            <w:shd w:val="clear" w:color="auto" w:fill="FFFFFF" w:themeFill="background1"/>
            <w:vAlign w:val="center"/>
          </w:tcPr>
          <w:p w14:paraId="2BC04999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Abutting owner’s consent</w:t>
            </w:r>
          </w:p>
        </w:tc>
        <w:tc>
          <w:tcPr>
            <w:tcW w:w="425" w:type="dxa"/>
            <w:gridSpan w:val="3"/>
            <w:vMerge/>
            <w:shd w:val="clear" w:color="auto" w:fill="FFFFFF" w:themeFill="background1"/>
            <w:vAlign w:val="center"/>
          </w:tcPr>
          <w:p w14:paraId="0AD4430F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0C1D4D13" w14:textId="42CDBC98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2"/>
            <w:shd w:val="clear" w:color="auto" w:fill="FFFFFF" w:themeFill="background1"/>
            <w:vAlign w:val="center"/>
          </w:tcPr>
          <w:p w14:paraId="5B229556" w14:textId="6746731D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8C7F05D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504" w:type="dxa"/>
            <w:gridSpan w:val="5"/>
            <w:shd w:val="clear" w:color="auto" w:fill="FFFFFF" w:themeFill="background1"/>
            <w:vAlign w:val="center"/>
          </w:tcPr>
          <w:p w14:paraId="095CFDC0" w14:textId="77777777" w:rsidR="001E69E9" w:rsidRPr="00103BA1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proofErr w:type="gramStart"/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Home Owners’</w:t>
            </w:r>
            <w:proofErr w:type="gramEnd"/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Association consent</w:t>
            </w:r>
          </w:p>
        </w:tc>
      </w:tr>
      <w:tr w:rsidR="001E69E9" w:rsidRPr="00A8082D" w14:paraId="1A077E59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3A06B7C" w14:textId="27B57F5D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1C4856E1" w14:textId="7AA70254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14:paraId="1E39BF9F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344" w:type="dxa"/>
            <w:gridSpan w:val="14"/>
            <w:shd w:val="clear" w:color="auto" w:fill="FFFFFF" w:themeFill="background1"/>
            <w:vAlign w:val="center"/>
          </w:tcPr>
          <w:p w14:paraId="2878EDFC" w14:textId="77777777" w:rsidR="001E69E9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Copy of Environmental Impact Assessment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(EIA) 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/ </w:t>
            </w:r>
          </w:p>
          <w:p w14:paraId="424EB15E" w14:textId="77777777" w:rsidR="001E69E9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Heritage Impact Assessment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(HIA) /</w:t>
            </w:r>
          </w:p>
          <w:p w14:paraId="5FF72E4D" w14:textId="77777777" w:rsidR="001E69E9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Traffic Impact Assessment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(TIA)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/ Traffic Impact Statement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(TIS)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/</w:t>
            </w:r>
          </w:p>
          <w:p w14:paraId="28B820EE" w14:textId="77777777" w:rsidR="001E69E9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lastRenderedPageBreak/>
              <w:t>Major Hazard Impact Assessment (MHIA) /</w:t>
            </w:r>
          </w:p>
          <w:p w14:paraId="3AD425F3" w14:textId="77777777" w:rsidR="001E69E9" w:rsidRPr="00103BA1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Environmental Authorisation (EA) / 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Record of Decision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(ROD)</w:t>
            </w:r>
          </w:p>
          <w:p w14:paraId="77C0ACCC" w14:textId="77777777" w:rsidR="001E69E9" w:rsidRPr="00103BA1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52391">
              <w:rPr>
                <w:rFonts w:ascii="Century Gothic" w:hAnsi="Century Gothic" w:cs="Arial"/>
                <w:sz w:val="20"/>
                <w:szCs w:val="20"/>
                <w:lang w:val="en-ZA"/>
              </w:rPr>
              <w:t>(strikethrough irrelevant)</w:t>
            </w:r>
          </w:p>
        </w:tc>
        <w:tc>
          <w:tcPr>
            <w:tcW w:w="425" w:type="dxa"/>
            <w:gridSpan w:val="3"/>
            <w:vMerge/>
            <w:shd w:val="clear" w:color="auto" w:fill="FFFFFF" w:themeFill="background1"/>
            <w:vAlign w:val="center"/>
          </w:tcPr>
          <w:p w14:paraId="35B1FFED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08B3FDA5" w14:textId="69C8FC91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2"/>
            <w:shd w:val="clear" w:color="auto" w:fill="FFFFFF" w:themeFill="background1"/>
            <w:vAlign w:val="center"/>
          </w:tcPr>
          <w:p w14:paraId="7C164E8C" w14:textId="14BB0FA1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7ED0461E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504" w:type="dxa"/>
            <w:gridSpan w:val="5"/>
            <w:shd w:val="clear" w:color="auto" w:fill="FFFFFF" w:themeFill="background1"/>
            <w:vAlign w:val="center"/>
          </w:tcPr>
          <w:p w14:paraId="171EF772" w14:textId="77777777" w:rsidR="001E69E9" w:rsidRPr="00103BA1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Services Report or indication of all municipal services / registered servitudes</w:t>
            </w:r>
          </w:p>
        </w:tc>
      </w:tr>
      <w:tr w:rsidR="001E69E9" w:rsidRPr="00A8082D" w14:paraId="7EFEE8AD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86DD12" w14:textId="5E8E2F59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4CDBD2FB" w14:textId="28C013B8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14:paraId="2839C00D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344" w:type="dxa"/>
            <w:gridSpan w:val="14"/>
            <w:shd w:val="clear" w:color="auto" w:fill="FFFFFF" w:themeFill="background1"/>
            <w:vAlign w:val="center"/>
          </w:tcPr>
          <w:p w14:paraId="4A897688" w14:textId="77777777" w:rsidR="001E69E9" w:rsidRPr="00103BA1" w:rsidRDefault="001E69E9" w:rsidP="001E69E9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Copy of original approval and conditions of approval</w:t>
            </w:r>
          </w:p>
        </w:tc>
        <w:tc>
          <w:tcPr>
            <w:tcW w:w="425" w:type="dxa"/>
            <w:gridSpan w:val="3"/>
            <w:vMerge/>
            <w:shd w:val="clear" w:color="auto" w:fill="FFFFFF" w:themeFill="background1"/>
            <w:vAlign w:val="center"/>
          </w:tcPr>
          <w:p w14:paraId="16952802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732C9E14" w14:textId="422D0654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2"/>
            <w:shd w:val="clear" w:color="auto" w:fill="FFFFFF" w:themeFill="background1"/>
            <w:vAlign w:val="center"/>
          </w:tcPr>
          <w:p w14:paraId="11B95ECD" w14:textId="63A0BEAE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0F76A9EE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504" w:type="dxa"/>
            <w:gridSpan w:val="5"/>
            <w:shd w:val="clear" w:color="auto" w:fill="FFFFFF" w:themeFill="background1"/>
            <w:vAlign w:val="center"/>
          </w:tcPr>
          <w:p w14:paraId="5661BF90" w14:textId="77777777" w:rsidR="001E69E9" w:rsidRPr="00103BA1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Proof of failure of </w:t>
            </w:r>
            <w:proofErr w:type="gram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Home owner’s</w:t>
            </w:r>
            <w:proofErr w:type="gram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association</w:t>
            </w:r>
          </w:p>
        </w:tc>
      </w:tr>
      <w:tr w:rsidR="001E69E9" w:rsidRPr="00A8082D" w14:paraId="7C1E94F6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4312E3C" w14:textId="67536323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3DC7712A" w14:textId="0FBB6006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14:paraId="274D2908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344" w:type="dxa"/>
            <w:gridSpan w:val="14"/>
            <w:shd w:val="clear" w:color="auto" w:fill="FFFFFF" w:themeFill="background1"/>
            <w:vAlign w:val="center"/>
          </w:tcPr>
          <w:p w14:paraId="562BEA67" w14:textId="77777777" w:rsidR="001E69E9" w:rsidRDefault="001E69E9" w:rsidP="001E69E9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Proof of lawful use right</w:t>
            </w:r>
          </w:p>
        </w:tc>
        <w:tc>
          <w:tcPr>
            <w:tcW w:w="425" w:type="dxa"/>
            <w:gridSpan w:val="3"/>
            <w:vMerge/>
            <w:shd w:val="clear" w:color="auto" w:fill="FFFFFF" w:themeFill="background1"/>
            <w:vAlign w:val="center"/>
          </w:tcPr>
          <w:p w14:paraId="6DCC4ABB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515BD58E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gridSpan w:val="2"/>
            <w:shd w:val="clear" w:color="auto" w:fill="FFFFFF" w:themeFill="background1"/>
            <w:vAlign w:val="center"/>
          </w:tcPr>
          <w:p w14:paraId="4B1C7889" w14:textId="54588986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1E48F258" w14:textId="3B7AF218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3504" w:type="dxa"/>
            <w:gridSpan w:val="5"/>
            <w:shd w:val="clear" w:color="auto" w:fill="FFFFFF" w:themeFill="background1"/>
            <w:vAlign w:val="center"/>
          </w:tcPr>
          <w:p w14:paraId="6F85D3E3" w14:textId="77777777" w:rsidR="001E69E9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Any additional documents or information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required</w:t>
            </w: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as listed in the pre-application consultation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form / minutes</w:t>
            </w:r>
          </w:p>
        </w:tc>
      </w:tr>
      <w:tr w:rsidR="001E69E9" w:rsidRPr="00A8082D" w14:paraId="42BC0A35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C4597FB" w14:textId="225F6EDE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54E44057" w14:textId="050F12C8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14:paraId="5385205F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344" w:type="dxa"/>
            <w:gridSpan w:val="14"/>
            <w:shd w:val="clear" w:color="auto" w:fill="FFFFFF" w:themeFill="background1"/>
            <w:vAlign w:val="center"/>
          </w:tcPr>
          <w:p w14:paraId="3537C364" w14:textId="77777777" w:rsidR="001E69E9" w:rsidRDefault="001E69E9" w:rsidP="001E69E9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sz w:val="20"/>
                <w:szCs w:val="20"/>
                <w:lang w:val="en-ZA"/>
              </w:rPr>
              <w:t>Required number of documentation copies</w:t>
            </w:r>
          </w:p>
        </w:tc>
        <w:tc>
          <w:tcPr>
            <w:tcW w:w="425" w:type="dxa"/>
            <w:gridSpan w:val="3"/>
            <w:vMerge/>
            <w:shd w:val="clear" w:color="auto" w:fill="FFFFFF" w:themeFill="background1"/>
            <w:vAlign w:val="center"/>
          </w:tcPr>
          <w:p w14:paraId="374F95DE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03352484" w14:textId="729A5368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2"/>
            <w:shd w:val="clear" w:color="auto" w:fill="FFFFFF" w:themeFill="background1"/>
            <w:vAlign w:val="center"/>
          </w:tcPr>
          <w:p w14:paraId="28C69EA4" w14:textId="6BC15302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66C0C661" w14:textId="77777777" w:rsidR="001E69E9" w:rsidRPr="00103BA1" w:rsidRDefault="001E69E9" w:rsidP="0010400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504" w:type="dxa"/>
            <w:gridSpan w:val="5"/>
            <w:shd w:val="clear" w:color="auto" w:fill="FFFFFF" w:themeFill="background1"/>
            <w:vAlign w:val="center"/>
          </w:tcPr>
          <w:p w14:paraId="0C876F0D" w14:textId="77777777" w:rsidR="001E69E9" w:rsidRPr="00103BA1" w:rsidRDefault="001E69E9" w:rsidP="00747EBE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Other (specify)</w:t>
            </w:r>
          </w:p>
        </w:tc>
      </w:tr>
      <w:tr w:rsidR="001E69E9" w:rsidRPr="00A8082D" w14:paraId="36E2C219" w14:textId="77777777" w:rsidTr="00333E9F">
        <w:tc>
          <w:tcPr>
            <w:tcW w:w="10913" w:type="dxa"/>
            <w:gridSpan w:val="34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2E06DD8" w14:textId="77777777" w:rsidR="001E69E9" w:rsidRPr="00A8082D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PART H</w:t>
            </w:r>
            <w:r w:rsidRPr="00A8082D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: AUTHORISATION(S) IN TERMS OF OTHER LEGISLATION </w:t>
            </w:r>
          </w:p>
        </w:tc>
      </w:tr>
      <w:tr w:rsidR="001E69E9" w:rsidRPr="00A8082D" w14:paraId="3F985FBD" w14:textId="77777777" w:rsidTr="00333E9F">
        <w:tc>
          <w:tcPr>
            <w:tcW w:w="607" w:type="dxa"/>
            <w:tcBorders>
              <w:top w:val="single" w:sz="18" w:space="0" w:color="000000" w:themeColor="text1"/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43D0FA0" w14:textId="76A6507E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tcBorders>
              <w:top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258D3F19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949" w:type="dxa"/>
            <w:gridSpan w:val="16"/>
            <w:tcBorders>
              <w:top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36BA70FB" w14:textId="77777777" w:rsidR="001E69E9" w:rsidRPr="00A178AA" w:rsidRDefault="001E69E9" w:rsidP="00747EB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/>
                <w:sz w:val="20"/>
                <w:szCs w:val="20"/>
                <w:lang w:val="en-ZA"/>
              </w:rPr>
              <w:t>National Heritage Resources Act, 1999 (Act 25 of 1999)</w:t>
            </w:r>
          </w:p>
        </w:tc>
        <w:tc>
          <w:tcPr>
            <w:tcW w:w="425" w:type="dxa"/>
            <w:gridSpan w:val="3"/>
            <w:vMerge w:val="restart"/>
            <w:tcBorders>
              <w:top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298D314A" w14:textId="77777777" w:rsidR="001E69E9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  <w:p w14:paraId="28A8B123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 w:val="restart"/>
            <w:tcBorders>
              <w:top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6AA0499A" w14:textId="6EAFB0D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2"/>
            <w:vMerge w:val="restart"/>
            <w:tcBorders>
              <w:top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22349A80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4111" w:type="dxa"/>
            <w:gridSpan w:val="8"/>
            <w:vMerge w:val="restart"/>
            <w:tcBorders>
              <w:top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5717D626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Specific Environmental Management Act(s) (SEMA) </w:t>
            </w:r>
          </w:p>
          <w:p w14:paraId="487F4BBE" w14:textId="77777777" w:rsidR="001E69E9" w:rsidRDefault="001E69E9" w:rsidP="00A178AA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(</w:t>
            </w:r>
            <w:proofErr w:type="gramStart"/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e.g.</w:t>
            </w:r>
            <w:proofErr w:type="gramEnd"/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Environmental Conservation Act, 1989 (Act 73 of 1989), National Environmental Management: Air Quality Act, 2004 (Act 39 of 2004), </w:t>
            </w:r>
          </w:p>
          <w:p w14:paraId="56898CFE" w14:textId="77777777" w:rsidR="001E69E9" w:rsidRDefault="001E69E9" w:rsidP="00A178AA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National Environmental Integrated Coastal Management Act, 2008 (Act 24 of 2008)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,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National Environmental Management: Waste Act, 2008 (Act 59 of 2008), </w:t>
            </w:r>
          </w:p>
          <w:p w14:paraId="75F2C55C" w14:textId="77777777" w:rsidR="001E69E9" w:rsidRPr="00A8082D" w:rsidRDefault="001E69E9" w:rsidP="00A178AA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National Water Act, 1998 (Act 36 of 1998)</w:t>
            </w:r>
          </w:p>
          <w:p w14:paraId="7D8A597F" w14:textId="77777777" w:rsidR="001E69E9" w:rsidRPr="00103BA1" w:rsidRDefault="001E69E9" w:rsidP="00A178AA">
            <w:pPr>
              <w:tabs>
                <w:tab w:val="left" w:pos="2755"/>
                <w:tab w:val="left" w:pos="3211"/>
                <w:tab w:val="left" w:pos="3288"/>
              </w:tabs>
              <w:spacing w:line="276" w:lineRule="auto"/>
              <w:ind w:right="437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52391">
              <w:rPr>
                <w:rFonts w:ascii="Century Gothic" w:hAnsi="Century Gothic" w:cs="Arial"/>
                <w:sz w:val="20"/>
                <w:szCs w:val="20"/>
                <w:lang w:val="en-ZA"/>
              </w:rPr>
              <w:t>(strikethrough irrelevant)</w:t>
            </w:r>
          </w:p>
        </w:tc>
      </w:tr>
      <w:tr w:rsidR="001E69E9" w:rsidRPr="00A8082D" w14:paraId="4E8A4698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39DA037" w14:textId="656AE071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61182D8D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779876AD" w14:textId="77777777" w:rsidR="001E69E9" w:rsidRPr="00A178AA" w:rsidRDefault="001E69E9" w:rsidP="00747EB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National Environmental Management Act, 1998 (Act 107 of 1998)</w:t>
            </w:r>
          </w:p>
        </w:tc>
        <w:tc>
          <w:tcPr>
            <w:tcW w:w="425" w:type="dxa"/>
            <w:gridSpan w:val="3"/>
            <w:vMerge/>
            <w:shd w:val="clear" w:color="auto" w:fill="FFFFFF" w:themeFill="background1"/>
            <w:vAlign w:val="center"/>
          </w:tcPr>
          <w:p w14:paraId="2F0DBFBD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/>
            <w:shd w:val="clear" w:color="auto" w:fill="FFFFFF" w:themeFill="background1"/>
            <w:vAlign w:val="center"/>
          </w:tcPr>
          <w:p w14:paraId="3D8176EC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2"/>
            <w:vMerge/>
            <w:shd w:val="clear" w:color="auto" w:fill="FFFFFF" w:themeFill="background1"/>
            <w:vAlign w:val="center"/>
          </w:tcPr>
          <w:p w14:paraId="2ABC1D98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4111" w:type="dxa"/>
            <w:gridSpan w:val="8"/>
            <w:vMerge/>
            <w:shd w:val="clear" w:color="auto" w:fill="FFFFFF" w:themeFill="background1"/>
            <w:vAlign w:val="center"/>
          </w:tcPr>
          <w:p w14:paraId="0DC80C3D" w14:textId="77777777" w:rsidR="001E69E9" w:rsidRPr="00103BA1" w:rsidRDefault="001E69E9" w:rsidP="00747EBE">
            <w:pPr>
              <w:tabs>
                <w:tab w:val="left" w:pos="2755"/>
              </w:tabs>
              <w:spacing w:line="276" w:lineRule="auto"/>
              <w:ind w:right="1424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8082D" w14:paraId="21474AD4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9C3052B" w14:textId="503133D4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39AA1531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4CFBD915" w14:textId="77777777" w:rsidR="001E69E9" w:rsidRPr="00A178AA" w:rsidRDefault="001E69E9" w:rsidP="00747EB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Subdivision of Agricultural Land Act, 1970 (Act 70 of 1970)</w:t>
            </w:r>
          </w:p>
        </w:tc>
        <w:tc>
          <w:tcPr>
            <w:tcW w:w="425" w:type="dxa"/>
            <w:gridSpan w:val="3"/>
            <w:vMerge/>
            <w:shd w:val="clear" w:color="auto" w:fill="FFFFFF" w:themeFill="background1"/>
            <w:vAlign w:val="center"/>
          </w:tcPr>
          <w:p w14:paraId="74C3E420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/>
            <w:shd w:val="clear" w:color="auto" w:fill="FFFFFF" w:themeFill="background1"/>
            <w:vAlign w:val="center"/>
          </w:tcPr>
          <w:p w14:paraId="1A13963D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2"/>
            <w:vMerge/>
            <w:shd w:val="clear" w:color="auto" w:fill="FFFFFF" w:themeFill="background1"/>
            <w:vAlign w:val="center"/>
          </w:tcPr>
          <w:p w14:paraId="7C776A50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4111" w:type="dxa"/>
            <w:gridSpan w:val="8"/>
            <w:vMerge/>
            <w:shd w:val="clear" w:color="auto" w:fill="FFFFFF" w:themeFill="background1"/>
            <w:vAlign w:val="center"/>
          </w:tcPr>
          <w:p w14:paraId="0C367C32" w14:textId="77777777" w:rsidR="001E69E9" w:rsidRPr="00103BA1" w:rsidRDefault="001E69E9" w:rsidP="00747EBE">
            <w:pPr>
              <w:tabs>
                <w:tab w:val="left" w:pos="2755"/>
              </w:tabs>
              <w:spacing w:line="276" w:lineRule="auto"/>
              <w:ind w:right="1424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8082D" w14:paraId="01BCE4FD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70E777D" w14:textId="0A9E319F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110AD366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675CB37D" w14:textId="77777777" w:rsidR="001E69E9" w:rsidRPr="00A178AA" w:rsidRDefault="001E69E9" w:rsidP="00747EB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Spatial Planning and Land Use Management Act, 2013 (Act 16 of </w:t>
            </w:r>
            <w:proofErr w:type="gramStart"/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2013)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(</w:t>
            </w:r>
            <w:proofErr w:type="gram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SPLUMA)</w:t>
            </w:r>
          </w:p>
        </w:tc>
        <w:tc>
          <w:tcPr>
            <w:tcW w:w="425" w:type="dxa"/>
            <w:gridSpan w:val="3"/>
            <w:vMerge/>
            <w:shd w:val="clear" w:color="auto" w:fill="FFFFFF" w:themeFill="background1"/>
            <w:vAlign w:val="center"/>
          </w:tcPr>
          <w:p w14:paraId="6A5EAE88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/>
            <w:shd w:val="clear" w:color="auto" w:fill="FFFFFF" w:themeFill="background1"/>
            <w:vAlign w:val="center"/>
          </w:tcPr>
          <w:p w14:paraId="4D5A755E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2"/>
            <w:vMerge/>
            <w:shd w:val="clear" w:color="auto" w:fill="FFFFFF" w:themeFill="background1"/>
            <w:vAlign w:val="center"/>
          </w:tcPr>
          <w:p w14:paraId="22556873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4111" w:type="dxa"/>
            <w:gridSpan w:val="8"/>
            <w:vMerge/>
            <w:shd w:val="clear" w:color="auto" w:fill="FFFFFF" w:themeFill="background1"/>
            <w:vAlign w:val="center"/>
          </w:tcPr>
          <w:p w14:paraId="4194BA53" w14:textId="77777777" w:rsidR="001E69E9" w:rsidRPr="00103BA1" w:rsidRDefault="001E69E9" w:rsidP="00747EBE">
            <w:pPr>
              <w:tabs>
                <w:tab w:val="left" w:pos="2755"/>
              </w:tabs>
              <w:spacing w:line="276" w:lineRule="auto"/>
              <w:ind w:right="1424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8082D" w14:paraId="3E190E56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6A9616D" w14:textId="71E25FEC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6B0B702F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949" w:type="dxa"/>
            <w:gridSpan w:val="16"/>
            <w:shd w:val="clear" w:color="auto" w:fill="FFFFFF" w:themeFill="background1"/>
          </w:tcPr>
          <w:p w14:paraId="30DBA6E6" w14:textId="77777777" w:rsidR="001E69E9" w:rsidRPr="00A8082D" w:rsidRDefault="001E69E9" w:rsidP="007D021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Occupational Health and Safety Act, 1993 (Act 85 of 1993): Major Hazard Installations Regulations</w:t>
            </w:r>
          </w:p>
        </w:tc>
        <w:tc>
          <w:tcPr>
            <w:tcW w:w="425" w:type="dxa"/>
            <w:gridSpan w:val="3"/>
            <w:vMerge/>
            <w:shd w:val="clear" w:color="auto" w:fill="FFFFFF" w:themeFill="background1"/>
            <w:vAlign w:val="center"/>
          </w:tcPr>
          <w:p w14:paraId="759E87B7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vMerge/>
            <w:shd w:val="clear" w:color="auto" w:fill="FFFFFF" w:themeFill="background1"/>
            <w:vAlign w:val="center"/>
          </w:tcPr>
          <w:p w14:paraId="5DC9603B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2"/>
            <w:vMerge/>
            <w:shd w:val="clear" w:color="auto" w:fill="FFFFFF" w:themeFill="background1"/>
            <w:vAlign w:val="center"/>
          </w:tcPr>
          <w:p w14:paraId="117D8EE1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4111" w:type="dxa"/>
            <w:gridSpan w:val="8"/>
            <w:vMerge/>
            <w:shd w:val="clear" w:color="auto" w:fill="FFFFFF" w:themeFill="background1"/>
            <w:vAlign w:val="center"/>
          </w:tcPr>
          <w:p w14:paraId="18DF003E" w14:textId="77777777" w:rsidR="001E69E9" w:rsidRPr="00103BA1" w:rsidRDefault="001E69E9" w:rsidP="00747EBE">
            <w:pPr>
              <w:tabs>
                <w:tab w:val="left" w:pos="2755"/>
              </w:tabs>
              <w:spacing w:line="276" w:lineRule="auto"/>
              <w:ind w:right="1424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8082D" w14:paraId="2C6FEF7A" w14:textId="77777777" w:rsidTr="00333E9F">
        <w:tc>
          <w:tcPr>
            <w:tcW w:w="607" w:type="dxa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247BB7A" w14:textId="1486E5A9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shd w:val="clear" w:color="auto" w:fill="FFFFFF" w:themeFill="background1"/>
            <w:vAlign w:val="center"/>
          </w:tcPr>
          <w:p w14:paraId="74F02709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3949" w:type="dxa"/>
            <w:gridSpan w:val="16"/>
            <w:shd w:val="clear" w:color="auto" w:fill="FFFFFF" w:themeFill="background1"/>
            <w:vAlign w:val="center"/>
          </w:tcPr>
          <w:p w14:paraId="3C167DCE" w14:textId="77777777" w:rsidR="001E69E9" w:rsidRPr="00A178AA" w:rsidRDefault="001E69E9" w:rsidP="00747EBE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Land Use Planning Act, 2014 (Act 3 of 2014) (LUPA)</w:t>
            </w:r>
          </w:p>
        </w:tc>
        <w:tc>
          <w:tcPr>
            <w:tcW w:w="425" w:type="dxa"/>
            <w:gridSpan w:val="3"/>
            <w:vMerge/>
            <w:shd w:val="clear" w:color="auto" w:fill="FFFFFF" w:themeFill="background1"/>
            <w:vAlign w:val="center"/>
          </w:tcPr>
          <w:p w14:paraId="45E5134A" w14:textId="77777777" w:rsidR="001E69E9" w:rsidRPr="00103BA1" w:rsidRDefault="001E69E9" w:rsidP="00103BA1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0021D45B" w14:textId="65202349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gridSpan w:val="2"/>
            <w:shd w:val="clear" w:color="auto" w:fill="FFFFFF" w:themeFill="background1"/>
            <w:vAlign w:val="center"/>
          </w:tcPr>
          <w:p w14:paraId="2CDC4BB3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N/A</w:t>
            </w:r>
          </w:p>
        </w:tc>
        <w:tc>
          <w:tcPr>
            <w:tcW w:w="4111" w:type="dxa"/>
            <w:gridSpan w:val="8"/>
            <w:shd w:val="clear" w:color="auto" w:fill="FFFFFF" w:themeFill="background1"/>
            <w:vAlign w:val="center"/>
          </w:tcPr>
          <w:p w14:paraId="1A50E50D" w14:textId="77777777" w:rsidR="001E69E9" w:rsidRPr="00A178AA" w:rsidRDefault="001E69E9" w:rsidP="008710FD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>Other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(specify)</w:t>
            </w:r>
          </w:p>
        </w:tc>
      </w:tr>
      <w:tr w:rsidR="001E69E9" w:rsidRPr="00A8082D" w14:paraId="12A917E4" w14:textId="77777777" w:rsidTr="00333E9F">
        <w:tc>
          <w:tcPr>
            <w:tcW w:w="60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D42E74C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Y</w:t>
            </w:r>
          </w:p>
        </w:tc>
        <w:tc>
          <w:tcPr>
            <w:tcW w:w="607" w:type="dxa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B02F7D" w14:textId="162540DD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9699" w:type="dxa"/>
            <w:gridSpan w:val="32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41AC94C" w14:textId="77777777" w:rsidR="001E69E9" w:rsidRPr="00A178AA" w:rsidRDefault="001E69E9" w:rsidP="007C5D3C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If required, has application for EIA / HIA / TIA / TIS / MHIA approval been made? If yes, attach documents / plans / proof of submission etc.</w:t>
            </w:r>
          </w:p>
        </w:tc>
      </w:tr>
      <w:tr w:rsidR="001E69E9" w:rsidRPr="00A8082D" w14:paraId="1144D9DE" w14:textId="77777777" w:rsidTr="00333E9F">
        <w:tc>
          <w:tcPr>
            <w:tcW w:w="607" w:type="dxa"/>
            <w:tcBorders>
              <w:left w:val="single" w:sz="4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7C0650E7" w14:textId="2E36282A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</w:p>
        </w:tc>
        <w:tc>
          <w:tcPr>
            <w:tcW w:w="607" w:type="dxa"/>
            <w:tcBorders>
              <w:bottom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195AAE46" w14:textId="77777777" w:rsidR="001E69E9" w:rsidRPr="00103BA1" w:rsidRDefault="001E69E9" w:rsidP="001F3B46">
            <w:pPr>
              <w:spacing w:line="276" w:lineRule="auto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103BA1"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  <w:t>N</w:t>
            </w:r>
          </w:p>
        </w:tc>
        <w:tc>
          <w:tcPr>
            <w:tcW w:w="9699" w:type="dxa"/>
            <w:gridSpan w:val="32"/>
            <w:tcBorders>
              <w:bottom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46DC6CC0" w14:textId="77777777" w:rsidR="001E69E9" w:rsidRPr="00A178AA" w:rsidRDefault="001E69E9" w:rsidP="008F76D2">
            <w:pPr>
              <w:spacing w:line="276" w:lineRule="auto"/>
              <w:jc w:val="both"/>
              <w:rPr>
                <w:rFonts w:ascii="Century Gothic" w:hAnsi="Century Gothic" w:cs="Arial"/>
                <w:color w:val="808080" w:themeColor="background1" w:themeShade="80"/>
                <w:sz w:val="20"/>
                <w:szCs w:val="20"/>
                <w:lang w:val="en-ZA"/>
              </w:rPr>
            </w:pP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If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required</w:t>
            </w:r>
            <w:r w:rsidRPr="00A8082D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, do you want to follow an </w:t>
            </w:r>
            <w:r w:rsidRPr="00CE690B">
              <w:rPr>
                <w:rFonts w:ascii="Century Gothic" w:hAnsi="Century Gothic" w:cs="Arial"/>
                <w:sz w:val="20"/>
                <w:szCs w:val="20"/>
                <w:lang w:val="en-ZA"/>
              </w:rPr>
              <w:t>integrated application procedure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in terms of </w:t>
            </w:r>
            <w:r w:rsidRPr="00BE4DF0">
              <w:rPr>
                <w:rFonts w:ascii="Century Gothic" w:hAnsi="Century Gothic" w:cs="Arial"/>
                <w:sz w:val="20"/>
                <w:szCs w:val="20"/>
                <w:lang w:val="en-ZA"/>
              </w:rPr>
              <w:t>section 4</w:t>
            </w:r>
            <w:r w:rsidR="00CE690B" w:rsidRPr="00BE4DF0">
              <w:rPr>
                <w:rFonts w:ascii="Century Gothic" w:hAnsi="Century Gothic" w:cs="Arial"/>
                <w:sz w:val="20"/>
                <w:szCs w:val="20"/>
                <w:lang w:val="en-ZA"/>
              </w:rPr>
              <w:t>4</w:t>
            </w:r>
            <w:r w:rsidRPr="00BE4DF0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(1) of the </w:t>
            </w:r>
            <w:r w:rsidR="008F76D2">
              <w:rPr>
                <w:rFonts w:ascii="Century Gothic" w:hAnsi="Century Gothic" w:cs="Arial"/>
                <w:sz w:val="20"/>
                <w:szCs w:val="20"/>
              </w:rPr>
              <w:t>By-La</w:t>
            </w:r>
            <w:r w:rsidRPr="00BE4DF0">
              <w:rPr>
                <w:rFonts w:ascii="Century Gothic" w:hAnsi="Century Gothic" w:cs="Arial"/>
                <w:sz w:val="20"/>
                <w:szCs w:val="20"/>
              </w:rPr>
              <w:t>w on Municipal Land Use Planning</w:t>
            </w:r>
            <w:r w:rsidR="00BE4DF0" w:rsidRPr="00BE4DF0">
              <w:rPr>
                <w:rFonts w:ascii="Century Gothic" w:hAnsi="Century Gothic" w:cs="Arial"/>
                <w:sz w:val="20"/>
                <w:szCs w:val="20"/>
              </w:rPr>
              <w:t xml:space="preserve"> for Beaufort West Municipality</w:t>
            </w:r>
            <w:r w:rsidRPr="00BE4DF0">
              <w:rPr>
                <w:rFonts w:ascii="Century Gothic" w:hAnsi="Century Gothic" w:cs="Arial"/>
                <w:sz w:val="20"/>
                <w:szCs w:val="20"/>
                <w:lang w:val="en-ZA"/>
              </w:rPr>
              <w:t>?</w:t>
            </w:r>
            <w:r w:rsidR="00CE690B" w:rsidRPr="00BE4DF0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If yes, please attach motivation. </w:t>
            </w:r>
          </w:p>
        </w:tc>
      </w:tr>
      <w:tr w:rsidR="001E69E9" w:rsidRPr="00A8082D" w14:paraId="1B58EDF3" w14:textId="77777777" w:rsidTr="00333E9F">
        <w:tc>
          <w:tcPr>
            <w:tcW w:w="10913" w:type="dxa"/>
            <w:gridSpan w:val="34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966E481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SECTION I: DECLARATION</w:t>
            </w:r>
          </w:p>
        </w:tc>
      </w:tr>
      <w:tr w:rsidR="001E69E9" w:rsidRPr="00A8082D" w14:paraId="63E96271" w14:textId="77777777" w:rsidTr="00333E9F">
        <w:tc>
          <w:tcPr>
            <w:tcW w:w="10913" w:type="dxa"/>
            <w:gridSpan w:val="34"/>
            <w:tcBorders>
              <w:top w:val="single" w:sz="18" w:space="0" w:color="000000" w:themeColor="text1"/>
              <w:left w:val="single" w:sz="4" w:space="0" w:color="000000" w:themeColor="text1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DAD48E3" w14:textId="77777777" w:rsidR="001E69E9" w:rsidRDefault="001E69E9" w:rsidP="000B5BBB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3BD1FC7D" w14:textId="77777777" w:rsidR="001E69E9" w:rsidRPr="00A178AA" w:rsidRDefault="001E69E9" w:rsidP="000B5BBB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proofErr w:type="gramStart"/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I  hereby</w:t>
            </w:r>
            <w:proofErr w:type="gramEnd"/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wish to confirm the following : </w:t>
            </w:r>
          </w:p>
          <w:p w14:paraId="01D020F4" w14:textId="77777777" w:rsidR="001E69E9" w:rsidRPr="00A178AA" w:rsidRDefault="001E69E9" w:rsidP="000B5BBB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288CE671" w14:textId="77777777" w:rsidR="001E69E9" w:rsidRPr="00A178AA" w:rsidRDefault="001E69E9" w:rsidP="000B5BBB">
            <w:pPr>
              <w:pStyle w:val="ListParagraph"/>
              <w:numPr>
                <w:ilvl w:val="0"/>
                <w:numId w:val="1"/>
              </w:numPr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That the information contained in this application form and accompanying documentation is complete and correct. </w:t>
            </w:r>
          </w:p>
          <w:p w14:paraId="40714090" w14:textId="77777777" w:rsidR="001E69E9" w:rsidRPr="00A178AA" w:rsidRDefault="001E69E9" w:rsidP="000B5BBB">
            <w:pPr>
              <w:pStyle w:val="ListParagraph"/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3C6B80B" w14:textId="77777777" w:rsidR="001E69E9" w:rsidRPr="00A178AA" w:rsidRDefault="001E69E9" w:rsidP="000B5BBB">
            <w:pPr>
              <w:pStyle w:val="ListParagraph"/>
              <w:numPr>
                <w:ilvl w:val="0"/>
                <w:numId w:val="1"/>
              </w:numPr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I’m aware that it is an offense in terms of section </w:t>
            </w:r>
            <w:r w:rsidR="00CE690B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86</w:t>
            </w:r>
            <w:r w:rsidRPr="00A178AA">
              <w:rPr>
                <w:rFonts w:ascii="Century Gothic" w:hAnsi="Century Gothic" w:cs="Arial"/>
                <w:color w:val="00B050"/>
                <w:sz w:val="20"/>
                <w:szCs w:val="20"/>
                <w:lang w:val="en-ZA"/>
              </w:rPr>
              <w:t>(1)(e)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to supply particulars, information or answers</w:t>
            </w:r>
            <w:r w:rsidR="00032A4B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knowing the particulars, </w:t>
            </w:r>
            <w:proofErr w:type="gramStart"/>
            <w:r w:rsidR="00032A4B">
              <w:rPr>
                <w:rFonts w:ascii="Century Gothic" w:hAnsi="Century Gothic" w:cs="Arial"/>
                <w:sz w:val="20"/>
                <w:szCs w:val="20"/>
                <w:lang w:val="en-ZA"/>
              </w:rPr>
              <w:t>information</w:t>
            </w:r>
            <w:proofErr w:type="gramEnd"/>
            <w:r w:rsidR="00032A4B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or answers to be false, incorrect or misleading or not bel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ieving them to be correct. </w:t>
            </w:r>
          </w:p>
          <w:p w14:paraId="098F4EC6" w14:textId="77777777" w:rsidR="001E69E9" w:rsidRPr="00A178AA" w:rsidRDefault="001E69E9" w:rsidP="000B5BBB">
            <w:pPr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9CDAE10" w14:textId="77777777" w:rsidR="001E69E9" w:rsidRDefault="001E69E9" w:rsidP="000B5BBB">
            <w:pPr>
              <w:pStyle w:val="ListParagraph"/>
              <w:numPr>
                <w:ilvl w:val="0"/>
                <w:numId w:val="1"/>
              </w:numPr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 am properly authorized to make this application on behalf of the owner and (where applicable) </w:t>
            </w:r>
            <w:r w:rsidR="00032A4B">
              <w:rPr>
                <w:rFonts w:ascii="Century Gothic" w:hAnsi="Century Gothic" w:cs="Arial"/>
                <w:sz w:val="20"/>
                <w:szCs w:val="20"/>
                <w:lang w:val="en-ZA"/>
              </w:rPr>
              <w:t>that a copy of the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relevant </w:t>
            </w:r>
            <w:r w:rsidR="007B6066">
              <w:rPr>
                <w:rFonts w:ascii="Century Gothic" w:hAnsi="Century Gothic" w:cs="Arial"/>
                <w:sz w:val="20"/>
                <w:szCs w:val="20"/>
                <w:lang w:val="en-ZA"/>
              </w:rPr>
              <w:t>p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ower of </w:t>
            </w:r>
            <w:r w:rsidR="007B6066">
              <w:rPr>
                <w:rFonts w:ascii="Century Gothic" w:hAnsi="Century Gothic" w:cs="Arial"/>
                <w:sz w:val="20"/>
                <w:szCs w:val="20"/>
                <w:lang w:val="en-ZA"/>
              </w:rPr>
              <w:t>a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ttorney</w:t>
            </w:r>
            <w:r w:rsidR="007B6066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or c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onsent are attached hereto.</w:t>
            </w:r>
          </w:p>
          <w:p w14:paraId="429B7521" w14:textId="77777777" w:rsidR="007B6066" w:rsidRDefault="007B6066" w:rsidP="007B6066">
            <w:pPr>
              <w:pStyle w:val="ListParagraph"/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60E93A3E" w14:textId="77777777" w:rsidR="007B6066" w:rsidRDefault="007B6066" w:rsidP="000B5BBB">
            <w:pPr>
              <w:pStyle w:val="ListParagraph"/>
              <w:numPr>
                <w:ilvl w:val="0"/>
                <w:numId w:val="1"/>
              </w:numPr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lastRenderedPageBreak/>
              <w:t xml:space="preserve">Where an agent is appointed to submit this application on the owner’s behalf, it is 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accepted that correspondence from and notifications by the Municipality in terms of the by-law will be sent only to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the 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agent and 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that 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the owner will regularly consult with the agent in this regard.</w:t>
            </w:r>
          </w:p>
          <w:p w14:paraId="6E6C52C2" w14:textId="77777777" w:rsidR="007B6066" w:rsidRPr="00A178AA" w:rsidRDefault="007B6066" w:rsidP="007B6066">
            <w:pPr>
              <w:pStyle w:val="ListParagraph"/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4CAFCE71" w14:textId="77777777" w:rsidR="001E69E9" w:rsidRDefault="001E69E9" w:rsidP="000B5BBB">
            <w:pPr>
              <w:pStyle w:val="ListParagraph"/>
              <w:numPr>
                <w:ilvl w:val="0"/>
                <w:numId w:val="1"/>
              </w:numPr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That this submission includes all necessary land </w:t>
            </w:r>
            <w:r w:rsidR="008B4E2D">
              <w:rPr>
                <w:rFonts w:ascii="Century Gothic" w:hAnsi="Century Gothic" w:cs="Arial"/>
                <w:sz w:val="20"/>
                <w:szCs w:val="20"/>
                <w:lang w:val="en-ZA"/>
              </w:rPr>
              <w:t>use planning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applications required to enable the development proposed herein. </w:t>
            </w:r>
          </w:p>
          <w:p w14:paraId="0F8FA988" w14:textId="77777777" w:rsidR="001E69E9" w:rsidRDefault="001E69E9" w:rsidP="000B5BBB">
            <w:pPr>
              <w:pStyle w:val="ListParagraph"/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15679023" w14:textId="77777777" w:rsidR="001E69E9" w:rsidRPr="00A178AA" w:rsidRDefault="001E69E9" w:rsidP="000B5BBB">
            <w:pPr>
              <w:pStyle w:val="ListParagraph"/>
              <w:numPr>
                <w:ilvl w:val="0"/>
                <w:numId w:val="1"/>
              </w:numPr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I confirm that the relevant title deed(s)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have been read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and that there are no restrictive title deed restrictions, which impact on this application, or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alternatively an application for </w:t>
            </w:r>
            <w:r w:rsidR="007B6066">
              <w:rPr>
                <w:rFonts w:ascii="Century Gothic" w:hAnsi="Century Gothic" w:cs="Arial"/>
                <w:sz w:val="20"/>
                <w:szCs w:val="20"/>
                <w:lang w:val="en-ZA"/>
              </w:rPr>
              <w:t>removal/</w:t>
            </w:r>
            <w:r w:rsidR="00CE690B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suspension or </w:t>
            </w:r>
            <w:r w:rsidR="007B6066">
              <w:rPr>
                <w:rFonts w:ascii="Century Gothic" w:hAnsi="Century Gothic" w:cs="Arial"/>
                <w:sz w:val="20"/>
                <w:szCs w:val="20"/>
                <w:lang w:val="en-ZA"/>
              </w:rPr>
              <w:t>amendment</w:t>
            </w:r>
            <w:r w:rsidR="00CE690B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forms part of this submission.</w:t>
            </w:r>
          </w:p>
          <w:p w14:paraId="41115E5D" w14:textId="77777777" w:rsidR="001E69E9" w:rsidRPr="00A178AA" w:rsidRDefault="001E69E9" w:rsidP="000B5BBB">
            <w:pPr>
              <w:pStyle w:val="ListParagraph"/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25DF2D8" w14:textId="77777777" w:rsidR="001042BF" w:rsidRDefault="001E69E9" w:rsidP="000B5BBB">
            <w:pPr>
              <w:pStyle w:val="ListParagraph"/>
              <w:numPr>
                <w:ilvl w:val="0"/>
                <w:numId w:val="1"/>
              </w:numPr>
              <w:spacing w:line="276" w:lineRule="auto"/>
              <w:ind w:hanging="720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I am aware </w:t>
            </w:r>
            <w:r w:rsidR="00CE690B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that development charges to the Municipality in respect of the provision and installation of external engineering services are payable by the applicant </w:t>
            </w:r>
            <w:proofErr w:type="gramStart"/>
            <w:r w:rsidR="00CE690B">
              <w:rPr>
                <w:rFonts w:ascii="Century Gothic" w:hAnsi="Century Gothic" w:cs="Arial"/>
                <w:sz w:val="20"/>
                <w:szCs w:val="20"/>
                <w:lang w:val="en-ZA"/>
              </w:rPr>
              <w:t>as a result of</w:t>
            </w:r>
            <w:proofErr w:type="gramEnd"/>
            <w:r w:rsidR="00CE690B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the proposed development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.</w:t>
            </w:r>
          </w:p>
          <w:p w14:paraId="793A393C" w14:textId="77777777" w:rsidR="001042BF" w:rsidRPr="001042BF" w:rsidRDefault="001042BF" w:rsidP="001042BF">
            <w:pPr>
              <w:pStyle w:val="ListParagrap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49B29ACC" w14:textId="77777777" w:rsidR="001E69E9" w:rsidRPr="00A178AA" w:rsidRDefault="001E69E9" w:rsidP="008B4E2D">
            <w:pPr>
              <w:pStyle w:val="ListParagraph"/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</w:t>
            </w:r>
          </w:p>
        </w:tc>
      </w:tr>
      <w:tr w:rsidR="001042BF" w:rsidRPr="00A8082D" w14:paraId="4239891B" w14:textId="77777777" w:rsidTr="00333E9F">
        <w:tc>
          <w:tcPr>
            <w:tcW w:w="10913" w:type="dxa"/>
            <w:gridSpan w:val="34"/>
            <w:tcBorders>
              <w:top w:val="single" w:sz="2" w:space="0" w:color="auto"/>
              <w:left w:val="single" w:sz="4" w:space="0" w:color="000000" w:themeColor="text1"/>
              <w:bottom w:val="nil"/>
            </w:tcBorders>
            <w:shd w:val="clear" w:color="auto" w:fill="FFFFFF" w:themeFill="background1"/>
            <w:vAlign w:val="center"/>
          </w:tcPr>
          <w:p w14:paraId="0B727D31" w14:textId="77777777" w:rsidR="001042BF" w:rsidRDefault="001042BF" w:rsidP="000B5BBB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178AA" w14:paraId="7754BE1D" w14:textId="77777777" w:rsidTr="00333E9F">
        <w:tc>
          <w:tcPr>
            <w:tcW w:w="2626" w:type="dxa"/>
            <w:gridSpan w:val="8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44DB583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Applicant’s signature:</w:t>
            </w:r>
          </w:p>
        </w:tc>
        <w:tc>
          <w:tcPr>
            <w:tcW w:w="408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439413A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14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388115B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Date:</w:t>
            </w:r>
          </w:p>
        </w:tc>
        <w:tc>
          <w:tcPr>
            <w:tcW w:w="2770" w:type="dxa"/>
            <w:gridSpan w:val="4"/>
            <w:tcBorders>
              <w:top w:val="nil"/>
              <w:left w:val="nil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60EAE3E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0C3F66BB" w14:textId="0F1B5A20" w:rsidR="001E69E9" w:rsidRPr="00A178AA" w:rsidRDefault="006E557D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19/09/2023</w:t>
            </w:r>
          </w:p>
        </w:tc>
      </w:tr>
      <w:tr w:rsidR="001E69E9" w:rsidRPr="00A178AA" w14:paraId="08D95907" w14:textId="77777777" w:rsidTr="00333E9F">
        <w:tc>
          <w:tcPr>
            <w:tcW w:w="10913" w:type="dxa"/>
            <w:gridSpan w:val="34"/>
            <w:tcBorders>
              <w:top w:val="nil"/>
              <w:left w:val="single" w:sz="4" w:space="0" w:color="000000" w:themeColor="text1"/>
              <w:bottom w:val="nil"/>
            </w:tcBorders>
            <w:shd w:val="clear" w:color="auto" w:fill="FFFFFF" w:themeFill="background1"/>
            <w:vAlign w:val="center"/>
          </w:tcPr>
          <w:p w14:paraId="090E68DB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178AA" w14:paraId="3647F6D7" w14:textId="77777777" w:rsidTr="00333E9F">
        <w:tc>
          <w:tcPr>
            <w:tcW w:w="2626" w:type="dxa"/>
            <w:gridSpan w:val="8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5390F41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Full name:</w:t>
            </w:r>
          </w:p>
        </w:tc>
        <w:tc>
          <w:tcPr>
            <w:tcW w:w="408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90ADC72" w14:textId="240F6ACF" w:rsidR="001E69E9" w:rsidRPr="00A178AA" w:rsidRDefault="006E557D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Abraham Johannes Marais</w:t>
            </w:r>
          </w:p>
        </w:tc>
        <w:tc>
          <w:tcPr>
            <w:tcW w:w="14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0B7E538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277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E16D15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0822B35F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178AA" w14:paraId="70E46EBC" w14:textId="77777777" w:rsidTr="00333E9F">
        <w:tc>
          <w:tcPr>
            <w:tcW w:w="10913" w:type="dxa"/>
            <w:gridSpan w:val="34"/>
            <w:tcBorders>
              <w:top w:val="nil"/>
              <w:left w:val="single" w:sz="4" w:space="0" w:color="000000" w:themeColor="text1"/>
              <w:bottom w:val="nil"/>
            </w:tcBorders>
            <w:shd w:val="clear" w:color="auto" w:fill="FFFFFF" w:themeFill="background1"/>
            <w:vAlign w:val="center"/>
          </w:tcPr>
          <w:p w14:paraId="01D559D8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178AA" w14:paraId="1370E398" w14:textId="77777777" w:rsidTr="00333E9F">
        <w:tc>
          <w:tcPr>
            <w:tcW w:w="2626" w:type="dxa"/>
            <w:gridSpan w:val="8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6791624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6E532696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Professional capacity:</w:t>
            </w:r>
          </w:p>
        </w:tc>
        <w:tc>
          <w:tcPr>
            <w:tcW w:w="408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6FC3B96" w14:textId="759C8040" w:rsidR="001E69E9" w:rsidRPr="00A178AA" w:rsidRDefault="006E557D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Director of </w:t>
            </w:r>
            <w:proofErr w:type="gramStart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applicant :</w:t>
            </w:r>
            <w:proofErr w:type="gramEnd"/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Otter Mist Trading 1057 (PTY) Ltd</w:t>
            </w:r>
          </w:p>
        </w:tc>
        <w:tc>
          <w:tcPr>
            <w:tcW w:w="14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5869CF9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2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840A7C3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178AA" w14:paraId="37623D2B" w14:textId="77777777" w:rsidTr="00333E9F">
        <w:tc>
          <w:tcPr>
            <w:tcW w:w="10913" w:type="dxa"/>
            <w:gridSpan w:val="34"/>
            <w:tcBorders>
              <w:top w:val="nil"/>
              <w:left w:val="single" w:sz="4" w:space="0" w:color="000000" w:themeColor="text1"/>
              <w:bottom w:val="nil"/>
            </w:tcBorders>
            <w:shd w:val="clear" w:color="auto" w:fill="FFFFFF" w:themeFill="background1"/>
            <w:vAlign w:val="center"/>
          </w:tcPr>
          <w:p w14:paraId="6CD80C71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178AA" w14:paraId="3B7F5776" w14:textId="77777777" w:rsidTr="00333E9F">
        <w:tc>
          <w:tcPr>
            <w:tcW w:w="2626" w:type="dxa"/>
            <w:gridSpan w:val="8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ED166AC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525CBC56" w14:textId="77777777" w:rsidR="001E69E9" w:rsidRPr="00A178AA" w:rsidRDefault="001E69E9" w:rsidP="007B6066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SACPLAN </w:t>
            </w:r>
            <w:r w:rsidR="007B6066">
              <w:rPr>
                <w:rFonts w:ascii="Century Gothic" w:hAnsi="Century Gothic" w:cs="Arial"/>
                <w:sz w:val="20"/>
                <w:szCs w:val="20"/>
                <w:lang w:val="en-ZA"/>
              </w:rPr>
              <w:t>registration number:</w:t>
            </w:r>
          </w:p>
        </w:tc>
        <w:tc>
          <w:tcPr>
            <w:tcW w:w="408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AB1FFA4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color w:val="FF0000"/>
                <w:sz w:val="20"/>
                <w:szCs w:val="20"/>
                <w:lang w:val="en-ZA"/>
              </w:rPr>
            </w:pPr>
          </w:p>
        </w:tc>
        <w:tc>
          <w:tcPr>
            <w:tcW w:w="14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9A90C99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2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551123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</w:tr>
      <w:tr w:rsidR="001E69E9" w:rsidRPr="00A178AA" w14:paraId="7E4967D5" w14:textId="77777777" w:rsidTr="00333E9F">
        <w:tc>
          <w:tcPr>
            <w:tcW w:w="10913" w:type="dxa"/>
            <w:gridSpan w:val="34"/>
            <w:tcBorders>
              <w:top w:val="nil"/>
              <w:left w:val="single" w:sz="4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1F4B2B5A" w14:textId="77777777" w:rsidR="001E69E9" w:rsidRDefault="001E69E9" w:rsidP="00A178AA">
            <w:pPr>
              <w:spacing w:line="276" w:lineRule="auto"/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</w:pPr>
          </w:p>
          <w:p w14:paraId="21CADB3D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</w:pPr>
          </w:p>
        </w:tc>
      </w:tr>
      <w:tr w:rsidR="001E69E9" w:rsidRPr="00A178AA" w14:paraId="55401841" w14:textId="77777777" w:rsidTr="00333E9F">
        <w:tc>
          <w:tcPr>
            <w:tcW w:w="10913" w:type="dxa"/>
            <w:gridSpan w:val="34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1214AD1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FOR OFFICE USE ONLY</w:t>
            </w:r>
          </w:p>
        </w:tc>
      </w:tr>
      <w:tr w:rsidR="001E69E9" w:rsidRPr="00A178AA" w14:paraId="7706F874" w14:textId="77777777" w:rsidTr="00333E9F">
        <w:tc>
          <w:tcPr>
            <w:tcW w:w="10913" w:type="dxa"/>
            <w:gridSpan w:val="34"/>
            <w:tcBorders>
              <w:top w:val="single" w:sz="18" w:space="0" w:color="000000" w:themeColor="text1"/>
              <w:left w:val="single" w:sz="4" w:space="0" w:color="000000" w:themeColor="text1"/>
              <w:bottom w:val="nil"/>
            </w:tcBorders>
            <w:shd w:val="clear" w:color="auto" w:fill="FFFFFF" w:themeFill="background1"/>
            <w:vAlign w:val="center"/>
          </w:tcPr>
          <w:p w14:paraId="16EF57C6" w14:textId="77777777" w:rsidR="001E69E9" w:rsidRPr="00A178AA" w:rsidRDefault="001E69E9" w:rsidP="00A178AA">
            <w:pPr>
              <w:spacing w:line="276" w:lineRule="auto"/>
              <w:rPr>
                <w:rFonts w:ascii="Century Gothic" w:hAnsi="Century Gothic" w:cs="Arial"/>
                <w:i/>
                <w:sz w:val="20"/>
                <w:szCs w:val="20"/>
                <w:lang w:val="en-ZA"/>
              </w:rPr>
            </w:pPr>
          </w:p>
        </w:tc>
      </w:tr>
      <w:tr w:rsidR="007B6066" w:rsidRPr="00A8082D" w14:paraId="67216128" w14:textId="77777777" w:rsidTr="00333E9F">
        <w:tc>
          <w:tcPr>
            <w:tcW w:w="5386" w:type="dxa"/>
            <w:gridSpan w:val="19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1767CD0" w14:textId="77777777" w:rsidR="007B6066" w:rsidRDefault="007B6066" w:rsidP="007B6066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199F2F60" w14:textId="77777777" w:rsidR="007B6066" w:rsidRPr="007B6066" w:rsidRDefault="007B6066" w:rsidP="007B6066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B6066">
              <w:rPr>
                <w:rFonts w:ascii="Century Gothic" w:hAnsi="Century Gothic"/>
                <w:sz w:val="20"/>
                <w:szCs w:val="20"/>
              </w:rPr>
              <w:t>Date received:</w:t>
            </w:r>
          </w:p>
          <w:p w14:paraId="0AE93A5D" w14:textId="77777777" w:rsidR="007B6066" w:rsidRDefault="007B6066" w:rsidP="007B6066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070B603" w14:textId="77777777" w:rsidR="007B6066" w:rsidRPr="007B6066" w:rsidRDefault="007B6066" w:rsidP="007B6066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6F035BB7" w14:textId="77777777" w:rsidR="007B6066" w:rsidRPr="007B6066" w:rsidRDefault="007B6066" w:rsidP="007B6066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6EE27862" w14:textId="77777777" w:rsidR="007B6066" w:rsidRPr="007B6066" w:rsidRDefault="007B6066" w:rsidP="007B6066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B6066">
              <w:rPr>
                <w:rFonts w:ascii="Century Gothic" w:hAnsi="Century Gothic"/>
                <w:sz w:val="20"/>
                <w:szCs w:val="20"/>
              </w:rPr>
              <w:t>_____________________________</w:t>
            </w:r>
          </w:p>
          <w:p w14:paraId="01314004" w14:textId="77777777" w:rsidR="007B6066" w:rsidRPr="00A178AA" w:rsidRDefault="007B6066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583" w:type="dxa"/>
            <w:gridSpan w:val="4"/>
            <w:tcBorders>
              <w:top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9718908" w14:textId="77777777" w:rsidR="007B6066" w:rsidRPr="00A178AA" w:rsidRDefault="007B6066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4944" w:type="dxa"/>
            <w:gridSpan w:val="11"/>
            <w:tcBorders>
              <w:top w:val="nil"/>
              <w:left w:val="nil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3A2DEDB" w14:textId="77777777" w:rsidR="007B6066" w:rsidRPr="007B6066" w:rsidRDefault="007B6066" w:rsidP="007B6066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B6066">
              <w:rPr>
                <w:rFonts w:ascii="Century Gothic" w:hAnsi="Century Gothic"/>
                <w:sz w:val="20"/>
                <w:szCs w:val="20"/>
              </w:rPr>
              <w:t xml:space="preserve">Received by: </w:t>
            </w:r>
          </w:p>
          <w:p w14:paraId="4A4C72E4" w14:textId="77777777" w:rsidR="007B6066" w:rsidRPr="007B6066" w:rsidRDefault="007B6066" w:rsidP="007B6066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1E06E11" w14:textId="77777777" w:rsidR="007B6066" w:rsidRPr="007B6066" w:rsidRDefault="007B6066" w:rsidP="007B6066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49EB68D4" w14:textId="77777777" w:rsidR="007B6066" w:rsidRPr="00A178AA" w:rsidRDefault="007B6066" w:rsidP="007B6066">
            <w:pPr>
              <w:jc w:val="center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7B6066">
              <w:rPr>
                <w:rFonts w:ascii="Century Gothic" w:hAnsi="Century Gothic"/>
                <w:sz w:val="20"/>
                <w:szCs w:val="20"/>
              </w:rPr>
              <w:t>_____________________________</w:t>
            </w:r>
          </w:p>
        </w:tc>
      </w:tr>
      <w:tr w:rsidR="007B6066" w:rsidRPr="00A8082D" w14:paraId="52A45A2B" w14:textId="77777777" w:rsidTr="00333E9F">
        <w:tc>
          <w:tcPr>
            <w:tcW w:w="5386" w:type="dxa"/>
            <w:gridSpan w:val="19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6993B10" w14:textId="77777777" w:rsidR="007B6066" w:rsidRDefault="007B6066" w:rsidP="007B6066">
            <w:pPr>
              <w:spacing w:line="271" w:lineRule="auto"/>
              <w:contextualSpacing/>
              <w:jc w:val="center"/>
            </w:pPr>
            <w:r w:rsidRPr="00F31088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4C531F" wp14:editId="041DB2C5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71755</wp:posOffset>
                      </wp:positionV>
                      <wp:extent cx="2552700" cy="1362075"/>
                      <wp:effectExtent l="0" t="0" r="19050" b="2857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0" cy="1362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C0D52D" w14:textId="77777777" w:rsidR="008F06DD" w:rsidRDefault="008F06DD" w:rsidP="007B6066">
                                  <w:pPr>
                                    <w:jc w:val="center"/>
                                  </w:pPr>
                                </w:p>
                                <w:p w14:paraId="68BED7C4" w14:textId="77777777" w:rsidR="008F06DD" w:rsidRPr="001042BF" w:rsidRDefault="001042BF" w:rsidP="007B6066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D9D9D9" w:themeColor="background1" w:themeShade="D9"/>
                                      <w:sz w:val="20"/>
                                      <w:szCs w:val="20"/>
                                    </w:rPr>
                                  </w:pPr>
                                  <w:r w:rsidRPr="001042BF">
                                    <w:rPr>
                                      <w:rFonts w:ascii="Century Gothic" w:hAnsi="Century Gothic"/>
                                      <w:color w:val="D9D9D9" w:themeColor="background1" w:themeShade="D9"/>
                                      <w:sz w:val="20"/>
                                      <w:szCs w:val="20"/>
                                    </w:rPr>
                                    <w:t xml:space="preserve">Municipal </w:t>
                                  </w:r>
                                  <w:r w:rsidR="008F06DD" w:rsidRPr="001042BF">
                                    <w:rPr>
                                      <w:rFonts w:ascii="Century Gothic" w:hAnsi="Century Gothic"/>
                                      <w:color w:val="D9D9D9" w:themeColor="background1" w:themeShade="D9"/>
                                      <w:sz w:val="20"/>
                                      <w:szCs w:val="20"/>
                                    </w:rPr>
                                    <w:t>Stamp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2AAF6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0.55pt;margin-top:5.65pt;width:201pt;height:10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">
                      <v:textbox>
                        <w:txbxContent>
                          <w:p w:rsidR="008F06DD" w:rsidRDefault="008F06DD" w:rsidP="007B6066">
                            <w:pPr>
                              <w:jc w:val="center"/>
                            </w:pPr>
                          </w:p>
                          <w:p w:rsidR="008F06DD" w:rsidRPr="001042BF" w:rsidRDefault="001042BF" w:rsidP="007B6066">
                            <w:pPr>
                              <w:jc w:val="center"/>
                              <w:rPr>
                                <w:rFonts w:ascii="Century Gothic" w:hAnsi="Century Gothic"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  <w:r w:rsidRPr="001042BF">
                              <w:rPr>
                                <w:rFonts w:ascii="Century Gothic" w:hAnsi="Century Gothic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 xml:space="preserve">Municipal </w:t>
                            </w:r>
                            <w:r w:rsidR="008F06DD" w:rsidRPr="001042BF">
                              <w:rPr>
                                <w:rFonts w:ascii="Century Gothic" w:hAnsi="Century Gothic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>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F7B8E22" w14:textId="77777777" w:rsidR="007B6066" w:rsidRDefault="007B6066" w:rsidP="007B6066">
            <w:pPr>
              <w:spacing w:line="271" w:lineRule="auto"/>
              <w:contextualSpacing/>
              <w:jc w:val="center"/>
            </w:pPr>
          </w:p>
          <w:p w14:paraId="02088679" w14:textId="77777777" w:rsidR="007B6066" w:rsidRDefault="007B6066" w:rsidP="007B6066">
            <w:pPr>
              <w:spacing w:line="271" w:lineRule="auto"/>
              <w:contextualSpacing/>
              <w:jc w:val="center"/>
            </w:pPr>
          </w:p>
          <w:p w14:paraId="1C1B7473" w14:textId="77777777" w:rsidR="007B6066" w:rsidRDefault="007B6066" w:rsidP="007B6066">
            <w:pPr>
              <w:spacing w:line="271" w:lineRule="auto"/>
              <w:contextualSpacing/>
              <w:jc w:val="center"/>
            </w:pPr>
          </w:p>
          <w:p w14:paraId="644F24DD" w14:textId="77777777" w:rsidR="007B6066" w:rsidRDefault="007B6066" w:rsidP="007B6066">
            <w:pPr>
              <w:spacing w:line="271" w:lineRule="auto"/>
              <w:contextualSpacing/>
              <w:jc w:val="center"/>
            </w:pPr>
          </w:p>
          <w:p w14:paraId="4B460EE5" w14:textId="77777777" w:rsidR="007B6066" w:rsidRDefault="007B6066" w:rsidP="007B6066">
            <w:pPr>
              <w:spacing w:line="271" w:lineRule="auto"/>
              <w:contextualSpacing/>
              <w:jc w:val="center"/>
            </w:pPr>
          </w:p>
          <w:p w14:paraId="59B65483" w14:textId="77777777" w:rsidR="007B6066" w:rsidRDefault="007B6066" w:rsidP="007B6066">
            <w:pPr>
              <w:spacing w:line="271" w:lineRule="auto"/>
              <w:contextualSpacing/>
              <w:jc w:val="center"/>
            </w:pPr>
          </w:p>
          <w:p w14:paraId="42D4FFF4" w14:textId="77777777" w:rsidR="007B6066" w:rsidRPr="00F31088" w:rsidRDefault="007B6066" w:rsidP="007B6066">
            <w:pPr>
              <w:spacing w:line="271" w:lineRule="auto"/>
              <w:contextualSpacing/>
              <w:jc w:val="center"/>
            </w:pPr>
          </w:p>
        </w:tc>
        <w:tc>
          <w:tcPr>
            <w:tcW w:w="583" w:type="dxa"/>
            <w:gridSpan w:val="4"/>
            <w:tcBorders>
              <w:top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006C0FBB" w14:textId="77777777" w:rsidR="007B6066" w:rsidRPr="00A178AA" w:rsidRDefault="007B6066" w:rsidP="00A178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</w:tc>
        <w:tc>
          <w:tcPr>
            <w:tcW w:w="4944" w:type="dxa"/>
            <w:gridSpan w:val="11"/>
            <w:tcBorders>
              <w:top w:val="nil"/>
              <w:left w:val="nil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CA4357A" w14:textId="77777777" w:rsidR="007B6066" w:rsidRPr="00F31088" w:rsidRDefault="007B6066" w:rsidP="007B6066">
            <w:pPr>
              <w:spacing w:line="271" w:lineRule="auto"/>
              <w:contextualSpacing/>
              <w:jc w:val="center"/>
            </w:pPr>
          </w:p>
        </w:tc>
      </w:tr>
      <w:tr w:rsidR="001E69E9" w:rsidRPr="00A178AA" w14:paraId="2F68D666" w14:textId="77777777" w:rsidTr="00333E9F">
        <w:tc>
          <w:tcPr>
            <w:tcW w:w="10913" w:type="dxa"/>
            <w:gridSpan w:val="34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624088E" w14:textId="77777777" w:rsidR="001E69E9" w:rsidRPr="00A178AA" w:rsidRDefault="001E69E9" w:rsidP="001F3B46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>ANNEXURES</w:t>
            </w:r>
          </w:p>
        </w:tc>
      </w:tr>
      <w:tr w:rsidR="001E69E9" w:rsidRPr="00A8082D" w14:paraId="17D64FCF" w14:textId="77777777" w:rsidTr="00333E9F">
        <w:tc>
          <w:tcPr>
            <w:tcW w:w="5328" w:type="dxa"/>
            <w:gridSpan w:val="19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shd w:val="clear" w:color="auto" w:fill="FFFFFF" w:themeFill="background1"/>
            <w:vAlign w:val="center"/>
          </w:tcPr>
          <w:p w14:paraId="63F5E457" w14:textId="77777777" w:rsidR="001E69E9" w:rsidRPr="00A178AA" w:rsidRDefault="001E69E9" w:rsidP="001F3B46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The following Annexures are attached for your information, only if applicable:</w:t>
            </w:r>
          </w:p>
          <w:p w14:paraId="6B45BCE9" w14:textId="77777777" w:rsidR="001E69E9" w:rsidRPr="00A178AA" w:rsidRDefault="001E69E9" w:rsidP="001F3B46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</w:p>
          <w:p w14:paraId="6D6D38A5" w14:textId="77777777" w:rsidR="001E69E9" w:rsidRPr="00A178AA" w:rsidRDefault="001E69E9" w:rsidP="008F76D2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</w:pPr>
            <w:r w:rsidRPr="00A178AA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lastRenderedPageBreak/>
              <w:t xml:space="preserve">Please </w:t>
            </w:r>
            <w:r w:rsidRPr="00A178AA">
              <w:rPr>
                <w:rFonts w:ascii="Century Gothic" w:hAnsi="Century Gothic" w:cs="Arial"/>
                <w:b/>
                <w:sz w:val="20"/>
                <w:szCs w:val="20"/>
                <w:u w:val="single"/>
                <w:lang w:val="en-ZA"/>
              </w:rPr>
              <w:t>do not submit</w:t>
            </w:r>
            <w:r w:rsidRPr="00A178AA">
              <w:rPr>
                <w:rFonts w:ascii="Century Gothic" w:hAnsi="Century Gothic" w:cs="Arial"/>
                <w:b/>
                <w:sz w:val="20"/>
                <w:szCs w:val="20"/>
                <w:lang w:val="en-ZA"/>
              </w:rPr>
              <w:t xml:space="preserve"> these Annexures with the application form.</w:t>
            </w:r>
          </w:p>
        </w:tc>
        <w:tc>
          <w:tcPr>
            <w:tcW w:w="5585" w:type="dxa"/>
            <w:gridSpan w:val="15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22F17A" w14:textId="77777777" w:rsidR="001E69E9" w:rsidRPr="00A178AA" w:rsidRDefault="001E69E9" w:rsidP="001A5E35">
            <w:pPr>
              <w:spacing w:line="276" w:lineRule="auto"/>
              <w:ind w:left="1332" w:hanging="1332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A5E35">
              <w:rPr>
                <w:rFonts w:ascii="Century Gothic" w:hAnsi="Century Gothic" w:cs="Arial"/>
                <w:sz w:val="20"/>
                <w:szCs w:val="20"/>
                <w:u w:val="single"/>
                <w:lang w:val="en-ZA"/>
              </w:rPr>
              <w:lastRenderedPageBreak/>
              <w:t>Annexure A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:  </w:t>
            </w:r>
            <w:r w:rsidR="001042BF">
              <w:rPr>
                <w:rFonts w:ascii="Century Gothic" w:hAnsi="Century Gothic" w:cs="Arial"/>
                <w:sz w:val="20"/>
                <w:szCs w:val="20"/>
                <w:lang w:val="en-ZA"/>
              </w:rPr>
              <w:t>Minimum requirements matrix</w:t>
            </w:r>
          </w:p>
          <w:p w14:paraId="61969F93" w14:textId="77777777" w:rsidR="001E69E9" w:rsidRDefault="001E69E9" w:rsidP="001042BF">
            <w:pPr>
              <w:spacing w:line="276" w:lineRule="auto"/>
              <w:ind w:left="1332" w:hanging="1332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 w:rsidRPr="001A5E35">
              <w:rPr>
                <w:rFonts w:ascii="Century Gothic" w:hAnsi="Century Gothic" w:cs="Arial"/>
                <w:sz w:val="20"/>
                <w:szCs w:val="20"/>
                <w:u w:val="single"/>
                <w:lang w:val="en-ZA"/>
              </w:rPr>
              <w:t>Annexure B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:  </w:t>
            </w:r>
            <w:r w:rsidR="001042BF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Land </w:t>
            </w:r>
            <w:r w:rsidR="008B4E2D">
              <w:rPr>
                <w:rFonts w:ascii="Century Gothic" w:hAnsi="Century Gothic" w:cs="Arial"/>
                <w:sz w:val="20"/>
                <w:szCs w:val="20"/>
                <w:lang w:val="en-ZA"/>
              </w:rPr>
              <w:t>use planning</w:t>
            </w:r>
            <w:r w:rsidR="001042BF"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>pplication s</w:t>
            </w:r>
            <w:r w:rsidRPr="00A178AA">
              <w:rPr>
                <w:rFonts w:ascii="Century Gothic" w:hAnsi="Century Gothic" w:cs="Arial"/>
                <w:sz w:val="20"/>
                <w:szCs w:val="20"/>
                <w:lang w:val="en-ZA"/>
              </w:rPr>
              <w:t>ubmission and protocol</w:t>
            </w:r>
          </w:p>
          <w:p w14:paraId="6A74A477" w14:textId="77777777" w:rsidR="001042BF" w:rsidRPr="00A178AA" w:rsidRDefault="001042BF" w:rsidP="008B4E2D">
            <w:pPr>
              <w:spacing w:line="276" w:lineRule="auto"/>
              <w:ind w:left="1332" w:hanging="1332"/>
              <w:rPr>
                <w:rFonts w:ascii="Century Gothic" w:hAnsi="Century Gothic" w:cs="Arial"/>
                <w:sz w:val="20"/>
                <w:szCs w:val="20"/>
                <w:lang w:val="en-ZA"/>
              </w:rPr>
            </w:pPr>
            <w:r>
              <w:rPr>
                <w:rFonts w:ascii="Century Gothic" w:hAnsi="Century Gothic" w:cs="Arial"/>
                <w:sz w:val="20"/>
                <w:szCs w:val="20"/>
                <w:u w:val="single"/>
                <w:lang w:val="en-ZA"/>
              </w:rPr>
              <w:lastRenderedPageBreak/>
              <w:t>Annexure C</w:t>
            </w:r>
            <w:r w:rsidRPr="001042BF">
              <w:rPr>
                <w:rFonts w:ascii="Century Gothic" w:hAnsi="Century Gothic" w:cs="Arial"/>
                <w:sz w:val="20"/>
                <w:szCs w:val="20"/>
                <w:lang w:val="en-ZA"/>
              </w:rPr>
              <w:t>: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 Land </w:t>
            </w:r>
            <w:r w:rsidR="008B4E2D">
              <w:rPr>
                <w:rFonts w:ascii="Century Gothic" w:hAnsi="Century Gothic" w:cs="Arial"/>
                <w:sz w:val="20"/>
                <w:szCs w:val="20"/>
                <w:lang w:val="en-ZA"/>
              </w:rPr>
              <w:t>use planning</w:t>
            </w:r>
            <w:r>
              <w:rPr>
                <w:rFonts w:ascii="Century Gothic" w:hAnsi="Century Gothic" w:cs="Arial"/>
                <w:sz w:val="20"/>
                <w:szCs w:val="20"/>
                <w:lang w:val="en-ZA"/>
              </w:rPr>
              <w:t xml:space="preserve"> application workflow</w:t>
            </w:r>
          </w:p>
        </w:tc>
      </w:tr>
    </w:tbl>
    <w:p w14:paraId="13C0853B" w14:textId="77777777" w:rsidR="007B6066" w:rsidRPr="00A8082D" w:rsidRDefault="007B6066" w:rsidP="008F76D2">
      <w:pPr>
        <w:rPr>
          <w:rFonts w:ascii="Century Gothic" w:hAnsi="Century Gothic"/>
          <w:sz w:val="20"/>
          <w:szCs w:val="20"/>
        </w:rPr>
      </w:pPr>
    </w:p>
    <w:sectPr w:rsidR="007B6066" w:rsidRPr="00A8082D" w:rsidSect="008F76D2">
      <w:headerReference w:type="default" r:id="rId8"/>
      <w:footerReference w:type="default" r:id="rId9"/>
      <w:pgSz w:w="11906" w:h="16838"/>
      <w:pgMar w:top="565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5288E" w14:textId="77777777" w:rsidR="002D7458" w:rsidRDefault="002D7458" w:rsidP="00B67892">
      <w:r>
        <w:separator/>
      </w:r>
    </w:p>
  </w:endnote>
  <w:endnote w:type="continuationSeparator" w:id="0">
    <w:p w14:paraId="28C5D944" w14:textId="77777777" w:rsidR="002D7458" w:rsidRDefault="002D7458" w:rsidP="00B67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20"/>
        <w:szCs w:val="20"/>
      </w:rPr>
      <w:id w:val="1830710066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025981AD" w14:textId="77777777" w:rsidR="008F06DD" w:rsidRPr="00716C8B" w:rsidRDefault="008F06DD">
            <w:pPr>
              <w:pStyle w:val="Footer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716C8B">
              <w:rPr>
                <w:rFonts w:ascii="Century Gothic" w:hAnsi="Century Gothic"/>
                <w:sz w:val="20"/>
                <w:szCs w:val="20"/>
              </w:rPr>
              <w:t xml:space="preserve">Page </w:t>
            </w:r>
            <w:r w:rsidRPr="00716C8B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716C8B">
              <w:rPr>
                <w:rFonts w:ascii="Century Gothic" w:hAnsi="Century Gothic"/>
                <w:bCs/>
                <w:sz w:val="20"/>
                <w:szCs w:val="20"/>
              </w:rPr>
              <w:instrText xml:space="preserve"> PAGE </w:instrText>
            </w:r>
            <w:r w:rsidRPr="00716C8B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B50D3A">
              <w:rPr>
                <w:rFonts w:ascii="Century Gothic" w:hAnsi="Century Gothic"/>
                <w:bCs/>
                <w:noProof/>
                <w:sz w:val="20"/>
                <w:szCs w:val="20"/>
              </w:rPr>
              <w:t>6</w:t>
            </w:r>
            <w:r w:rsidRPr="00716C8B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  <w:r w:rsidRPr="00716C8B">
              <w:rPr>
                <w:rFonts w:ascii="Century Gothic" w:hAnsi="Century Gothic"/>
                <w:sz w:val="20"/>
                <w:szCs w:val="20"/>
              </w:rPr>
              <w:t xml:space="preserve"> of </w:t>
            </w:r>
            <w:r w:rsidRPr="00716C8B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716C8B">
              <w:rPr>
                <w:rFonts w:ascii="Century Gothic" w:hAnsi="Century Gothic"/>
                <w:bCs/>
                <w:sz w:val="20"/>
                <w:szCs w:val="20"/>
              </w:rPr>
              <w:instrText xml:space="preserve"> NUMPAGES  </w:instrText>
            </w:r>
            <w:r w:rsidRPr="00716C8B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B50D3A">
              <w:rPr>
                <w:rFonts w:ascii="Century Gothic" w:hAnsi="Century Gothic"/>
                <w:bCs/>
                <w:noProof/>
                <w:sz w:val="20"/>
                <w:szCs w:val="20"/>
              </w:rPr>
              <w:t>6</w:t>
            </w:r>
            <w:r w:rsidRPr="00716C8B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ED073F5" w14:textId="77777777" w:rsidR="008F06DD" w:rsidRDefault="008F06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AEBB7" w14:textId="77777777" w:rsidR="002D7458" w:rsidRDefault="002D7458" w:rsidP="00B67892">
      <w:r>
        <w:separator/>
      </w:r>
    </w:p>
  </w:footnote>
  <w:footnote w:type="continuationSeparator" w:id="0">
    <w:p w14:paraId="17C10539" w14:textId="77777777" w:rsidR="002D7458" w:rsidRDefault="002D7458" w:rsidP="00B67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5FC22" w14:textId="77777777" w:rsidR="009077DD" w:rsidRPr="00B50D3A" w:rsidRDefault="009077DD" w:rsidP="009077DD">
    <w:pPr>
      <w:pStyle w:val="Header"/>
      <w:jc w:val="right"/>
      <w:rPr>
        <w:rFonts w:cs="Arial"/>
        <w:b/>
        <w:sz w:val="24"/>
      </w:rPr>
    </w:pPr>
    <w:r w:rsidRPr="00B50D3A">
      <w:rPr>
        <w:rFonts w:cs="Arial"/>
        <w:b/>
        <w:sz w:val="24"/>
      </w:rPr>
      <w:t>T2</w:t>
    </w:r>
  </w:p>
  <w:p w14:paraId="68E65846" w14:textId="77777777" w:rsidR="009077DD" w:rsidRDefault="009077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3178D"/>
    <w:multiLevelType w:val="hybridMultilevel"/>
    <w:tmpl w:val="84F06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13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ED0"/>
    <w:rsid w:val="00001072"/>
    <w:rsid w:val="00013DCA"/>
    <w:rsid w:val="0003234A"/>
    <w:rsid w:val="00032A4B"/>
    <w:rsid w:val="00043A2B"/>
    <w:rsid w:val="0005796C"/>
    <w:rsid w:val="00074857"/>
    <w:rsid w:val="000B5BBB"/>
    <w:rsid w:val="000E3158"/>
    <w:rsid w:val="000F3E42"/>
    <w:rsid w:val="00103BA1"/>
    <w:rsid w:val="0010400E"/>
    <w:rsid w:val="001042BF"/>
    <w:rsid w:val="0013677E"/>
    <w:rsid w:val="001561E3"/>
    <w:rsid w:val="00177FFB"/>
    <w:rsid w:val="00185567"/>
    <w:rsid w:val="00187CE0"/>
    <w:rsid w:val="0019129E"/>
    <w:rsid w:val="001A5E35"/>
    <w:rsid w:val="001A66C8"/>
    <w:rsid w:val="001D3151"/>
    <w:rsid w:val="001E2278"/>
    <w:rsid w:val="001E69E9"/>
    <w:rsid w:val="001F3B46"/>
    <w:rsid w:val="00213F13"/>
    <w:rsid w:val="00251837"/>
    <w:rsid w:val="00255392"/>
    <w:rsid w:val="00256C26"/>
    <w:rsid w:val="002C4151"/>
    <w:rsid w:val="002D2803"/>
    <w:rsid w:val="002D7458"/>
    <w:rsid w:val="00300EA0"/>
    <w:rsid w:val="00333E9F"/>
    <w:rsid w:val="00337397"/>
    <w:rsid w:val="0035185C"/>
    <w:rsid w:val="00360B73"/>
    <w:rsid w:val="00394CBA"/>
    <w:rsid w:val="0039743D"/>
    <w:rsid w:val="003C3769"/>
    <w:rsid w:val="003C79C0"/>
    <w:rsid w:val="003E29C9"/>
    <w:rsid w:val="00405A5A"/>
    <w:rsid w:val="00414080"/>
    <w:rsid w:val="00426FF3"/>
    <w:rsid w:val="00437E5B"/>
    <w:rsid w:val="004859D9"/>
    <w:rsid w:val="004964B7"/>
    <w:rsid w:val="004C78E1"/>
    <w:rsid w:val="004D57CB"/>
    <w:rsid w:val="004D7A55"/>
    <w:rsid w:val="004F3663"/>
    <w:rsid w:val="00532E34"/>
    <w:rsid w:val="00537B43"/>
    <w:rsid w:val="005662FB"/>
    <w:rsid w:val="005779E8"/>
    <w:rsid w:val="00586431"/>
    <w:rsid w:val="00590218"/>
    <w:rsid w:val="00590E06"/>
    <w:rsid w:val="005C0FC9"/>
    <w:rsid w:val="005C5C24"/>
    <w:rsid w:val="00600CAD"/>
    <w:rsid w:val="00611417"/>
    <w:rsid w:val="00613F96"/>
    <w:rsid w:val="0061404B"/>
    <w:rsid w:val="006442ED"/>
    <w:rsid w:val="00672971"/>
    <w:rsid w:val="006A069F"/>
    <w:rsid w:val="006B0801"/>
    <w:rsid w:val="006C4BB3"/>
    <w:rsid w:val="006E557D"/>
    <w:rsid w:val="006F0C8F"/>
    <w:rsid w:val="0070132E"/>
    <w:rsid w:val="00716C8B"/>
    <w:rsid w:val="00733796"/>
    <w:rsid w:val="00747EBE"/>
    <w:rsid w:val="007558F7"/>
    <w:rsid w:val="00775764"/>
    <w:rsid w:val="00786062"/>
    <w:rsid w:val="007B6066"/>
    <w:rsid w:val="007B63FB"/>
    <w:rsid w:val="007C5D3C"/>
    <w:rsid w:val="007C7366"/>
    <w:rsid w:val="007D021A"/>
    <w:rsid w:val="007F0293"/>
    <w:rsid w:val="008361CD"/>
    <w:rsid w:val="00867444"/>
    <w:rsid w:val="008710FD"/>
    <w:rsid w:val="00882FEB"/>
    <w:rsid w:val="008A601F"/>
    <w:rsid w:val="008B4E2D"/>
    <w:rsid w:val="008F06DD"/>
    <w:rsid w:val="008F4DC5"/>
    <w:rsid w:val="008F76D2"/>
    <w:rsid w:val="00904786"/>
    <w:rsid w:val="009077DD"/>
    <w:rsid w:val="00925532"/>
    <w:rsid w:val="009276B5"/>
    <w:rsid w:val="00936411"/>
    <w:rsid w:val="00962CA8"/>
    <w:rsid w:val="00966FBF"/>
    <w:rsid w:val="009B530E"/>
    <w:rsid w:val="009C3647"/>
    <w:rsid w:val="009C585E"/>
    <w:rsid w:val="009D21DB"/>
    <w:rsid w:val="009D3D86"/>
    <w:rsid w:val="009E30D5"/>
    <w:rsid w:val="00A178AA"/>
    <w:rsid w:val="00A21AC3"/>
    <w:rsid w:val="00A52391"/>
    <w:rsid w:val="00A8082D"/>
    <w:rsid w:val="00AE79CD"/>
    <w:rsid w:val="00B019A4"/>
    <w:rsid w:val="00B50D3A"/>
    <w:rsid w:val="00B67892"/>
    <w:rsid w:val="00B94C19"/>
    <w:rsid w:val="00BB6068"/>
    <w:rsid w:val="00BD19D7"/>
    <w:rsid w:val="00BE4DF0"/>
    <w:rsid w:val="00BF05BD"/>
    <w:rsid w:val="00BF0B87"/>
    <w:rsid w:val="00C03847"/>
    <w:rsid w:val="00C1401F"/>
    <w:rsid w:val="00C14FD6"/>
    <w:rsid w:val="00C46ED0"/>
    <w:rsid w:val="00C65DE2"/>
    <w:rsid w:val="00C70582"/>
    <w:rsid w:val="00C746BE"/>
    <w:rsid w:val="00C844D8"/>
    <w:rsid w:val="00C956DE"/>
    <w:rsid w:val="00CD03FA"/>
    <w:rsid w:val="00CD4CAD"/>
    <w:rsid w:val="00CE690B"/>
    <w:rsid w:val="00CF3371"/>
    <w:rsid w:val="00D37FC0"/>
    <w:rsid w:val="00D4105A"/>
    <w:rsid w:val="00DC5CCE"/>
    <w:rsid w:val="00DE375F"/>
    <w:rsid w:val="00DE72AE"/>
    <w:rsid w:val="00E0568F"/>
    <w:rsid w:val="00E33C51"/>
    <w:rsid w:val="00E54503"/>
    <w:rsid w:val="00E55C51"/>
    <w:rsid w:val="00E75C63"/>
    <w:rsid w:val="00E833BF"/>
    <w:rsid w:val="00E853C9"/>
    <w:rsid w:val="00E91585"/>
    <w:rsid w:val="00EA66E8"/>
    <w:rsid w:val="00EA693C"/>
    <w:rsid w:val="00EC13ED"/>
    <w:rsid w:val="00EC3AD6"/>
    <w:rsid w:val="00ED3C1B"/>
    <w:rsid w:val="00F03B67"/>
    <w:rsid w:val="00F26EA8"/>
    <w:rsid w:val="00F57B85"/>
    <w:rsid w:val="00F748F5"/>
    <w:rsid w:val="00FA09CF"/>
    <w:rsid w:val="00FC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C4BB82F"/>
  <w15:docId w15:val="{C9FC35FA-B6FD-45D1-8C4C-F185392A8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6ED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13E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rsid w:val="00394CBA"/>
    <w:pPr>
      <w:tabs>
        <w:tab w:val="center" w:pos="4320"/>
        <w:tab w:val="right" w:pos="8640"/>
      </w:tabs>
      <w:jc w:val="both"/>
    </w:pPr>
    <w:rPr>
      <w:rFonts w:ascii="Arial" w:hAnsi="Arial"/>
      <w:sz w:val="22"/>
      <w:lang w:val="en-ZA"/>
    </w:rPr>
  </w:style>
  <w:style w:type="character" w:customStyle="1" w:styleId="HeaderChar">
    <w:name w:val="Header Char"/>
    <w:basedOn w:val="DefaultParagraphFont"/>
    <w:link w:val="Header"/>
    <w:uiPriority w:val="99"/>
    <w:rsid w:val="00394CBA"/>
    <w:rPr>
      <w:rFonts w:ascii="Arial" w:eastAsia="Times New Roman" w:hAnsi="Arial" w:cs="Times New Roman"/>
      <w:szCs w:val="24"/>
    </w:rPr>
  </w:style>
  <w:style w:type="paragraph" w:styleId="ListParagraph">
    <w:name w:val="List Paragraph"/>
    <w:basedOn w:val="Normal"/>
    <w:uiPriority w:val="34"/>
    <w:qFormat/>
    <w:rsid w:val="00B019A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678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89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013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13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132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B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B87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C46ED0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NoSpacing">
    <w:name w:val="No Spacing"/>
    <w:link w:val="NoSpacingChar"/>
    <w:uiPriority w:val="1"/>
    <w:qFormat/>
    <w:rsid w:val="00C46ED0"/>
    <w:pPr>
      <w:spacing w:after="0" w:line="240" w:lineRule="auto"/>
    </w:pPr>
    <w:rPr>
      <w:rFonts w:ascii="Calibri" w:eastAsia="MS Mincho" w:hAnsi="Calibri" w:cs="Arial"/>
      <w:lang w:val="en-US" w:eastAsia="ja-JP"/>
    </w:rPr>
  </w:style>
  <w:style w:type="character" w:customStyle="1" w:styleId="NoSpacingChar">
    <w:name w:val="No Spacing Char"/>
    <w:link w:val="NoSpacing"/>
    <w:uiPriority w:val="1"/>
    <w:rsid w:val="00C46ED0"/>
    <w:rPr>
      <w:rFonts w:ascii="Calibri" w:eastAsia="MS Mincho" w:hAnsi="Calibri" w:cs="Arial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ma\AppData\Local\Temp\Temp1_Fwd%20Municipal%20Pro-Forma%20Templates-1.zip\T2.%20Municipal%20Land%20Use%20application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T2. Municipal Land Use application form</Template>
  <TotalTime>88</TotalTime>
  <Pages>1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Elma du Plessis</dc:creator>
  <cp:keywords/>
  <dc:description/>
  <cp:lastModifiedBy>Johan Marais</cp:lastModifiedBy>
  <cp:revision>11</cp:revision>
  <cp:lastPrinted>2015-09-16T07:47:00Z</cp:lastPrinted>
  <dcterms:created xsi:type="dcterms:W3CDTF">2023-01-24T08:33:00Z</dcterms:created>
  <dcterms:modified xsi:type="dcterms:W3CDTF">2023-10-05T09:07:00Z</dcterms:modified>
</cp:coreProperties>
</file>